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94" w:rsidRPr="004E7EF7" w:rsidRDefault="004E7EF7" w:rsidP="005C2AB7">
      <w:pPr>
        <w:rPr>
          <w:b/>
          <w:sz w:val="28"/>
          <w:szCs w:val="28"/>
        </w:rPr>
      </w:pPr>
      <w:r w:rsidRPr="004E7EF7">
        <w:rPr>
          <w:b/>
          <w:sz w:val="28"/>
          <w:szCs w:val="28"/>
        </w:rPr>
        <w:t>AO-SF-Verfahren</w:t>
      </w:r>
      <w:r w:rsidR="00EC1038">
        <w:rPr>
          <w:b/>
          <w:sz w:val="28"/>
          <w:szCs w:val="28"/>
        </w:rPr>
        <w:t xml:space="preserve"> - Gutachten -</w:t>
      </w:r>
    </w:p>
    <w:p w:rsidR="00EC1038" w:rsidRDefault="00EC1038">
      <w:pPr>
        <w:rPr>
          <w:b/>
          <w:sz w:val="24"/>
          <w:szCs w:val="24"/>
        </w:rPr>
      </w:pPr>
    </w:p>
    <w:p w:rsidR="004E7EF7" w:rsidRPr="00371B14" w:rsidRDefault="001329FD" w:rsidP="001329FD">
      <w:pPr>
        <w:tabs>
          <w:tab w:val="left" w:pos="284"/>
        </w:tabs>
        <w:spacing w:after="60"/>
        <w:rPr>
          <w:b/>
        </w:rPr>
      </w:pPr>
      <w:r>
        <w:rPr>
          <w:b/>
        </w:rPr>
        <w:t>1.</w:t>
      </w:r>
      <w:r>
        <w:rPr>
          <w:b/>
        </w:rPr>
        <w:tab/>
      </w:r>
      <w:r w:rsidR="004E7EF7" w:rsidRPr="004E7EF7">
        <w:rPr>
          <w:b/>
        </w:rPr>
        <w:t>Persönlich</w:t>
      </w:r>
      <w:r w:rsidR="000D1D7A">
        <w:rPr>
          <w:b/>
        </w:rPr>
        <w:t xml:space="preserve">e Angaben des Kindes und </w:t>
      </w:r>
      <w:r w:rsidR="000D1D7A" w:rsidRPr="00371B14">
        <w:rPr>
          <w:b/>
        </w:rPr>
        <w:t xml:space="preserve">der </w:t>
      </w:r>
      <w:r w:rsidR="004E7EF7" w:rsidRPr="00371B14">
        <w:rPr>
          <w:b/>
        </w:rPr>
        <w:t>Erziehungsberechtigten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6"/>
        <w:gridCol w:w="2434"/>
        <w:gridCol w:w="268"/>
        <w:gridCol w:w="2674"/>
        <w:gridCol w:w="15"/>
      </w:tblGrid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Nachname des Kindes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C1176C" w:rsidP="00C11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Nachname_Kind"/>
                  <w:enabled/>
                  <w:calcOnExit/>
                  <w:textInput/>
                </w:ffData>
              </w:fldChar>
            </w:r>
            <w:bookmarkStart w:id="0" w:name="Nachname_Kind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Vorname des Kindes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EF3F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Vorname_Kind"/>
                  <w:enabled/>
                  <w:calcOnExit/>
                  <w:textInput/>
                </w:ffData>
              </w:fldChar>
            </w:r>
            <w:bookmarkStart w:id="1" w:name="Vorname_Kind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Anschrift des Kindes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221B38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Geburtsdatum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EF3F7C" w:rsidP="004D7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Geburtsdatum_Kind"/>
                  <w:enabled/>
                  <w:calcOnExit/>
                  <w:textInput/>
                </w:ffData>
              </w:fldChar>
            </w:r>
            <w:bookmarkStart w:id="3" w:name="Geburtsdatum_Kind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4F074D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F074D" w:rsidRPr="00371B14" w:rsidRDefault="004F074D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Geschlecht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4F074D" w:rsidRPr="00371B14" w:rsidRDefault="004F074D" w:rsidP="004F074D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1"/>
            <w:r w:rsidRPr="00371B14">
              <w:rPr>
                <w:sz w:val="20"/>
                <w:szCs w:val="20"/>
              </w:rPr>
              <w:instrText xml:space="preserve"> FORMCHECKBOX </w:instrText>
            </w:r>
            <w:r w:rsidR="008444C1">
              <w:rPr>
                <w:sz w:val="20"/>
                <w:szCs w:val="20"/>
              </w:rPr>
            </w:r>
            <w:r w:rsidR="008444C1">
              <w:rPr>
                <w:sz w:val="20"/>
                <w:szCs w:val="20"/>
              </w:rPr>
              <w:fldChar w:fldCharType="separate"/>
            </w:r>
            <w:r w:rsidRPr="00371B14">
              <w:rPr>
                <w:sz w:val="20"/>
                <w:szCs w:val="20"/>
              </w:rPr>
              <w:fldChar w:fldCharType="end"/>
            </w:r>
            <w:bookmarkEnd w:id="4"/>
            <w:r w:rsidR="000D1D7A" w:rsidRPr="00371B14">
              <w:rPr>
                <w:sz w:val="20"/>
                <w:szCs w:val="20"/>
              </w:rPr>
              <w:t xml:space="preserve"> w</w:t>
            </w:r>
            <w:r w:rsidRPr="00371B14">
              <w:rPr>
                <w:sz w:val="20"/>
                <w:szCs w:val="20"/>
              </w:rPr>
              <w:t>eiblich</w:t>
            </w:r>
          </w:p>
        </w:tc>
        <w:tc>
          <w:tcPr>
            <w:tcW w:w="2957" w:type="dxa"/>
            <w:gridSpan w:val="3"/>
            <w:shd w:val="clear" w:color="auto" w:fill="auto"/>
            <w:vAlign w:val="center"/>
          </w:tcPr>
          <w:p w:rsidR="004F074D" w:rsidRPr="00371B14" w:rsidRDefault="004F074D" w:rsidP="004F074D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371B14">
              <w:rPr>
                <w:sz w:val="20"/>
                <w:szCs w:val="20"/>
              </w:rPr>
              <w:instrText xml:space="preserve"> FORMCHECKBOX </w:instrText>
            </w:r>
            <w:r w:rsidR="008444C1">
              <w:rPr>
                <w:sz w:val="20"/>
                <w:szCs w:val="20"/>
              </w:rPr>
            </w:r>
            <w:r w:rsidR="008444C1">
              <w:rPr>
                <w:sz w:val="20"/>
                <w:szCs w:val="20"/>
              </w:rPr>
              <w:fldChar w:fldCharType="separate"/>
            </w:r>
            <w:r w:rsidRPr="00371B14">
              <w:rPr>
                <w:sz w:val="20"/>
                <w:szCs w:val="20"/>
              </w:rPr>
              <w:fldChar w:fldCharType="end"/>
            </w:r>
            <w:bookmarkEnd w:id="5"/>
            <w:r w:rsidR="000D1D7A" w:rsidRPr="00371B14">
              <w:rPr>
                <w:sz w:val="20"/>
                <w:szCs w:val="20"/>
              </w:rPr>
              <w:t xml:space="preserve"> m</w:t>
            </w:r>
            <w:r w:rsidRPr="00371B14">
              <w:rPr>
                <w:sz w:val="20"/>
                <w:szCs w:val="20"/>
              </w:rPr>
              <w:t>ännlich</w:t>
            </w:r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Nationalität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3573AC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Erstsprache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4E7EF7" w:rsidRPr="00371B14" w:rsidTr="00EF3F7C">
        <w:trPr>
          <w:trHeight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Erziehungsberechtigte</w:t>
            </w:r>
            <w:r w:rsidR="004D7DB2">
              <w:rPr>
                <w:sz w:val="20"/>
                <w:szCs w:val="20"/>
              </w:rPr>
              <w:t>/r 1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EF3F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Erzie_berecht_1"/>
                  <w:enabled/>
                  <w:calcOnExit/>
                  <w:textInput/>
                </w:ffData>
              </w:fldChar>
            </w:r>
            <w:bookmarkStart w:id="8" w:name="Erzie_berecht_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4E7EF7" w:rsidRPr="00371B14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 w:rsidP="004D7DB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Anschrift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40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Anschrift_EzBe_1"/>
                  <w:enabled/>
                  <w:calcOnExit/>
                  <w:textInput/>
                </w:ffData>
              </w:fldChar>
            </w:r>
            <w:bookmarkStart w:id="9" w:name="Anschrift_EzBe_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4E7EF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Telefon-Nr.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40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l_EzB_1"/>
                  <w:enabled/>
                  <w:calcOnExit/>
                  <w:textInput/>
                </w:ffData>
              </w:fldChar>
            </w:r>
            <w:bookmarkStart w:id="10" w:name="Tel_EzB_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133E67" w:rsidRPr="00371B14" w:rsidRDefault="00133E67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Erziehungsberechtigte</w:t>
            </w:r>
            <w:r w:rsidR="004D7DB2">
              <w:rPr>
                <w:sz w:val="20"/>
                <w:szCs w:val="20"/>
              </w:rPr>
              <w:t>/r 2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404340" w:rsidP="002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Erzie_berecht_2"/>
                  <w:enabled/>
                  <w:calcOnExit/>
                  <w:textInput/>
                </w:ffData>
              </w:fldChar>
            </w:r>
            <w:bookmarkStart w:id="11" w:name="Erzie_berecht_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133E67" w:rsidRPr="00371B14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133E67" w:rsidRPr="00371B14" w:rsidRDefault="00133E67" w:rsidP="004D7DB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 xml:space="preserve">Anschrift 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404340" w:rsidP="002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Anschrift_ErB_2"/>
                  <w:enabled/>
                  <w:calcOnExit/>
                  <w:textInput/>
                </w:ffData>
              </w:fldChar>
            </w:r>
            <w:bookmarkStart w:id="12" w:name="Anschrift_ErB_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133E67" w:rsidRPr="00371B14" w:rsidRDefault="00133E67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Telefon-Nr.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404340" w:rsidP="002C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l_EzB_2"/>
                  <w:enabled/>
                  <w:calcOnExit/>
                  <w:textInput/>
                </w:ffData>
              </w:fldChar>
            </w:r>
            <w:bookmarkStart w:id="13" w:name="Tel_EzB_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Sonstige/r mit der Stellung zum Kind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133E67" w:rsidRPr="00371B14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Anschrift der sonstigen Person/Vormund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133E67" w:rsidRPr="00371B14" w:rsidTr="00EB5263">
        <w:trPr>
          <w:trHeight w:hRule="exact"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Te</w:t>
            </w:r>
            <w:r w:rsidR="003573AC" w:rsidRPr="00371B14">
              <w:rPr>
                <w:sz w:val="20"/>
                <w:szCs w:val="20"/>
              </w:rPr>
              <w:t>lefon-Nr.</w:t>
            </w:r>
            <w:r w:rsidRPr="00371B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E67" w:rsidRPr="00371B14" w:rsidRDefault="00133E6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5C2AB7" w:rsidRPr="003118C2" w:rsidTr="00384C69">
        <w:trPr>
          <w:trHeight w:hRule="exact" w:val="340"/>
        </w:trPr>
        <w:tc>
          <w:tcPr>
            <w:tcW w:w="9747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C2AB7" w:rsidRPr="00371B14" w:rsidRDefault="005C2AB7" w:rsidP="001329FD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1.1 </w:t>
            </w:r>
            <w:r w:rsidRPr="004E7EF7">
              <w:rPr>
                <w:b/>
              </w:rPr>
              <w:t>Schule</w:t>
            </w:r>
          </w:p>
        </w:tc>
      </w:tr>
      <w:tr w:rsidR="004E7EF7" w:rsidRPr="003118C2" w:rsidTr="00EB5263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Zuständige Schule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40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uständ_Schule"/>
                  <w:enabled/>
                  <w:calcOnExit/>
                  <w:textInput/>
                </w:ffData>
              </w:fldChar>
            </w:r>
            <w:bookmarkStart w:id="14" w:name="Zuständ_Schule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C26947" w:rsidRPr="003118C2" w:rsidTr="00F73D8C">
        <w:trPr>
          <w:trHeight w:val="680"/>
        </w:trPr>
        <w:tc>
          <w:tcPr>
            <w:tcW w:w="4356" w:type="dxa"/>
            <w:shd w:val="clear" w:color="auto" w:fill="auto"/>
            <w:vAlign w:val="center"/>
          </w:tcPr>
          <w:p w:rsidR="00C26947" w:rsidRPr="00371B14" w:rsidRDefault="00C26947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 xml:space="preserve">Derzeit besuchte Einrichtung </w:t>
            </w:r>
            <w:r w:rsidR="00564960" w:rsidRPr="00371B14">
              <w:rPr>
                <w:sz w:val="20"/>
                <w:szCs w:val="20"/>
              </w:rPr>
              <w:br/>
            </w:r>
            <w:r w:rsidRPr="00371B14">
              <w:rPr>
                <w:sz w:val="16"/>
                <w:szCs w:val="16"/>
              </w:rPr>
              <w:t>(Name, Anschrift, Ansprechpartner</w:t>
            </w:r>
            <w:r w:rsidR="005C2AB7">
              <w:rPr>
                <w:sz w:val="16"/>
                <w:szCs w:val="16"/>
              </w:rPr>
              <w:t>/in</w:t>
            </w:r>
            <w:r w:rsidRPr="00371B14">
              <w:rPr>
                <w:sz w:val="16"/>
                <w:szCs w:val="16"/>
              </w:rPr>
              <w:t>)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C26947" w:rsidRPr="00371B14" w:rsidRDefault="00FF0E1A" w:rsidP="00F73D8C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5"/>
          </w:p>
        </w:tc>
      </w:tr>
      <w:tr w:rsidR="004E7EF7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4E7EF7" w:rsidRPr="00371B14" w:rsidRDefault="004E7EF7" w:rsidP="00C003A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 xml:space="preserve">Beauftragte </w:t>
            </w:r>
            <w:r w:rsidR="00C003A2" w:rsidRPr="00371B14">
              <w:rPr>
                <w:sz w:val="20"/>
                <w:szCs w:val="20"/>
              </w:rPr>
              <w:t>Regel</w:t>
            </w:r>
            <w:r w:rsidR="00B535C5" w:rsidRPr="00371B14">
              <w:rPr>
                <w:sz w:val="20"/>
                <w:szCs w:val="20"/>
              </w:rPr>
              <w:t>schule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6" w:name="Text12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B535C5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B535C5" w:rsidRPr="00371B14" w:rsidRDefault="00B535C5" w:rsidP="00B535C5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t>Beauftragte Förderschule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221B38" w:rsidRPr="00371B14" w:rsidRDefault="0024687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7" w:name="Text50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B535C5" w:rsidRPr="003118C2" w:rsidTr="00384C69">
        <w:trPr>
          <w:gridAfter w:val="1"/>
          <w:wAfter w:w="15" w:type="dxa"/>
          <w:trHeight w:hRule="exact" w:val="737"/>
        </w:trPr>
        <w:tc>
          <w:tcPr>
            <w:tcW w:w="4356" w:type="dxa"/>
            <w:vMerge w:val="restart"/>
            <w:shd w:val="clear" w:color="auto" w:fill="auto"/>
            <w:vAlign w:val="center"/>
          </w:tcPr>
          <w:p w:rsidR="00B535C5" w:rsidRPr="003118C2" w:rsidRDefault="003573AC" w:rsidP="00B535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Gutachter/in</w:t>
            </w:r>
          </w:p>
          <w:p w:rsidR="00B535C5" w:rsidRDefault="00B535C5" w:rsidP="00B535C5">
            <w:pPr>
              <w:rPr>
                <w:sz w:val="20"/>
                <w:szCs w:val="20"/>
              </w:rPr>
            </w:pPr>
            <w:r w:rsidRPr="003118C2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Achtung: dialogisches Verfahren, daher bitte die Namen beider Gutachter</w:t>
            </w:r>
            <w:r w:rsidR="0072398E">
              <w:rPr>
                <w:sz w:val="16"/>
                <w:szCs w:val="16"/>
              </w:rPr>
              <w:t>/innen</w:t>
            </w:r>
            <w:r>
              <w:rPr>
                <w:sz w:val="16"/>
                <w:szCs w:val="16"/>
              </w:rPr>
              <w:t xml:space="preserve"> nennen</w:t>
            </w:r>
            <w:r w:rsidRPr="003118C2">
              <w:rPr>
                <w:sz w:val="16"/>
                <w:szCs w:val="16"/>
              </w:rPr>
              <w:t>)</w:t>
            </w:r>
          </w:p>
        </w:tc>
        <w:tc>
          <w:tcPr>
            <w:tcW w:w="2702" w:type="dxa"/>
            <w:gridSpan w:val="2"/>
            <w:shd w:val="clear" w:color="auto" w:fill="auto"/>
            <w:vAlign w:val="center"/>
          </w:tcPr>
          <w:p w:rsidR="00D35728" w:rsidRDefault="00D35728" w:rsidP="00D35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Gutachter/in</w:t>
            </w:r>
          </w:p>
          <w:p w:rsidR="00B535C5" w:rsidRPr="00B535C5" w:rsidRDefault="00C003A2" w:rsidP="00D35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Regel</w:t>
            </w:r>
            <w:r w:rsidR="00B535C5" w:rsidRPr="00B535C5">
              <w:rPr>
                <w:b/>
                <w:sz w:val="20"/>
                <w:szCs w:val="20"/>
              </w:rPr>
              <w:t>schule</w:t>
            </w:r>
          </w:p>
        </w:tc>
        <w:tc>
          <w:tcPr>
            <w:tcW w:w="2674" w:type="dxa"/>
            <w:shd w:val="clear" w:color="auto" w:fill="auto"/>
            <w:vAlign w:val="center"/>
          </w:tcPr>
          <w:p w:rsidR="00B535C5" w:rsidRPr="00B535C5" w:rsidRDefault="00B535C5" w:rsidP="00D35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Gutachter/in </w:t>
            </w:r>
            <w:r w:rsidRPr="00B535C5">
              <w:rPr>
                <w:b/>
                <w:sz w:val="20"/>
                <w:szCs w:val="20"/>
              </w:rPr>
              <w:t>Förderschule</w:t>
            </w:r>
          </w:p>
        </w:tc>
      </w:tr>
      <w:tr w:rsidR="00B535C5" w:rsidRPr="003118C2" w:rsidTr="00F73D8C">
        <w:trPr>
          <w:gridAfter w:val="1"/>
          <w:wAfter w:w="15" w:type="dxa"/>
          <w:trHeight w:val="737"/>
        </w:trPr>
        <w:tc>
          <w:tcPr>
            <w:tcW w:w="4356" w:type="dxa"/>
            <w:vMerge/>
            <w:shd w:val="clear" w:color="auto" w:fill="auto"/>
            <w:vAlign w:val="center"/>
          </w:tcPr>
          <w:p w:rsidR="00B535C5" w:rsidRPr="003118C2" w:rsidRDefault="00B535C5" w:rsidP="00776252">
            <w:pPr>
              <w:rPr>
                <w:sz w:val="16"/>
                <w:szCs w:val="16"/>
              </w:rPr>
            </w:pPr>
          </w:p>
        </w:tc>
        <w:bookmarkStart w:id="18" w:name="Text42"/>
        <w:tc>
          <w:tcPr>
            <w:tcW w:w="2702" w:type="dxa"/>
            <w:gridSpan w:val="2"/>
            <w:shd w:val="clear" w:color="auto" w:fill="auto"/>
            <w:vAlign w:val="center"/>
          </w:tcPr>
          <w:p w:rsidR="00221B38" w:rsidRPr="00371B14" w:rsidRDefault="00B535C5" w:rsidP="002466A0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  <w:bookmarkEnd w:id="18"/>
        <w:tc>
          <w:tcPr>
            <w:tcW w:w="2674" w:type="dxa"/>
            <w:shd w:val="clear" w:color="auto" w:fill="auto"/>
            <w:vAlign w:val="center"/>
          </w:tcPr>
          <w:p w:rsidR="00B535C5" w:rsidRPr="00371B14" w:rsidRDefault="00B535C5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4E7EF7" w:rsidRPr="003118C2" w:rsidTr="00384C69">
        <w:trPr>
          <w:trHeight w:hRule="exact"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F7" w:rsidRPr="003118C2" w:rsidRDefault="004E7EF7">
            <w:pPr>
              <w:rPr>
                <w:sz w:val="20"/>
                <w:szCs w:val="20"/>
              </w:rPr>
            </w:pPr>
            <w:r w:rsidRPr="003118C2">
              <w:rPr>
                <w:sz w:val="20"/>
                <w:szCs w:val="20"/>
              </w:rPr>
              <w:t>Elterngespräch</w:t>
            </w:r>
            <w:r w:rsidR="003573AC">
              <w:rPr>
                <w:sz w:val="20"/>
                <w:szCs w:val="20"/>
              </w:rPr>
              <w:t>/e</w:t>
            </w:r>
            <w:r w:rsidRPr="003118C2">
              <w:rPr>
                <w:sz w:val="20"/>
                <w:szCs w:val="20"/>
              </w:rPr>
              <w:t xml:space="preserve"> am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F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19"/>
          </w:p>
        </w:tc>
      </w:tr>
      <w:tr w:rsidR="0072398E" w:rsidRPr="003118C2" w:rsidTr="00384C69">
        <w:trPr>
          <w:trHeight w:hRule="exact" w:val="340"/>
        </w:trPr>
        <w:tc>
          <w:tcPr>
            <w:tcW w:w="9747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398E" w:rsidRPr="00371B14" w:rsidRDefault="001329FD" w:rsidP="001329FD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</w:r>
            <w:r w:rsidR="0072398E">
              <w:rPr>
                <w:b/>
              </w:rPr>
              <w:t xml:space="preserve">Ablauf des Überprüfungsverfahrens / </w:t>
            </w:r>
            <w:r w:rsidR="0072398E" w:rsidRPr="00C26947">
              <w:rPr>
                <w:b/>
              </w:rPr>
              <w:t>Informationsquellen</w:t>
            </w:r>
          </w:p>
        </w:tc>
      </w:tr>
      <w:tr w:rsidR="00C26947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C26947" w:rsidRPr="003573AC" w:rsidRDefault="00B535C5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Überprüfung am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C26947" w:rsidRPr="00371B14" w:rsidRDefault="00FF0E1A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0"/>
          </w:p>
        </w:tc>
      </w:tr>
      <w:tr w:rsidR="00776252" w:rsidRPr="003118C2" w:rsidTr="00384C69">
        <w:trPr>
          <w:trHeight w:hRule="exact" w:val="363"/>
        </w:trPr>
        <w:tc>
          <w:tcPr>
            <w:tcW w:w="4356" w:type="dxa"/>
            <w:shd w:val="clear" w:color="auto" w:fill="auto"/>
            <w:vAlign w:val="center"/>
          </w:tcPr>
          <w:p w:rsidR="00776252" w:rsidRPr="003573AC" w:rsidRDefault="00776252" w:rsidP="00B53413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Datum der Hospitation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776252" w:rsidRPr="00371B14" w:rsidRDefault="00776252" w:rsidP="00B53413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776252" w:rsidRPr="003118C2" w:rsidTr="00F73D8C">
        <w:trPr>
          <w:trHeight w:val="363"/>
        </w:trPr>
        <w:tc>
          <w:tcPr>
            <w:tcW w:w="4356" w:type="dxa"/>
            <w:shd w:val="clear" w:color="auto" w:fill="auto"/>
            <w:vAlign w:val="center"/>
          </w:tcPr>
          <w:p w:rsidR="00776252" w:rsidRPr="003573AC" w:rsidRDefault="00776252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Verhaltensbeobachtungen</w:t>
            </w:r>
          </w:p>
        </w:tc>
        <w:tc>
          <w:tcPr>
            <w:tcW w:w="5391" w:type="dxa"/>
            <w:gridSpan w:val="4"/>
            <w:shd w:val="clear" w:color="auto" w:fill="auto"/>
            <w:vAlign w:val="center"/>
          </w:tcPr>
          <w:p w:rsidR="00776252" w:rsidRPr="00371B14" w:rsidRDefault="0077625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2"/>
          </w:p>
        </w:tc>
      </w:tr>
      <w:tr w:rsidR="00776252" w:rsidRPr="003118C2" w:rsidTr="00F73D8C">
        <w:trPr>
          <w:trHeight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573AC" w:rsidRDefault="00776252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Berichte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71B14" w:rsidRDefault="0077625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3"/>
          </w:p>
        </w:tc>
      </w:tr>
      <w:tr w:rsidR="00776252" w:rsidRPr="003118C2" w:rsidTr="00384C69">
        <w:trPr>
          <w:trHeight w:hRule="exact" w:val="363"/>
        </w:trPr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573AC" w:rsidRDefault="00776252">
            <w:pPr>
              <w:rPr>
                <w:sz w:val="20"/>
                <w:szCs w:val="20"/>
              </w:rPr>
            </w:pPr>
            <w:r w:rsidRPr="003573AC">
              <w:rPr>
                <w:sz w:val="20"/>
                <w:szCs w:val="20"/>
              </w:rPr>
              <w:t>Schulärztliches Gutachten vom</w:t>
            </w:r>
          </w:p>
        </w:tc>
        <w:tc>
          <w:tcPr>
            <w:tcW w:w="53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252" w:rsidRPr="00371B14" w:rsidRDefault="00776252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4" w:name="Text49"/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  <w:bookmarkEnd w:id="24"/>
          </w:p>
        </w:tc>
      </w:tr>
      <w:tr w:rsidR="0072398E" w:rsidRPr="003118C2" w:rsidTr="001329FD">
        <w:trPr>
          <w:trHeight w:val="340"/>
        </w:trPr>
        <w:tc>
          <w:tcPr>
            <w:tcW w:w="97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425" w:rsidRDefault="001329FD" w:rsidP="00663425">
            <w:pPr>
              <w:keepNext/>
              <w:keepLines/>
              <w:ind w:left="284" w:hanging="284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</w:rPr>
              <w:tab/>
            </w:r>
            <w:r w:rsidR="0072398E" w:rsidRPr="00FF0E1A">
              <w:rPr>
                <w:b/>
              </w:rPr>
              <w:t xml:space="preserve">Ausgangslage und </w:t>
            </w:r>
            <w:r w:rsidR="0072398E">
              <w:rPr>
                <w:b/>
              </w:rPr>
              <w:t>Anlass der Begutachtung</w:t>
            </w:r>
          </w:p>
          <w:p w:rsidR="0072398E" w:rsidRPr="00371B14" w:rsidRDefault="001329FD" w:rsidP="00663425">
            <w:pPr>
              <w:keepNext/>
              <w:keepLines/>
              <w:ind w:left="28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</w:t>
            </w:r>
            <w:r w:rsidRPr="001329FD">
              <w:rPr>
                <w:sz w:val="16"/>
                <w:szCs w:val="16"/>
              </w:rPr>
              <w:t>Aktuelle Situation des Kindes, vermuteter vorrangiger Förderbedarf</w:t>
            </w:r>
            <w:r>
              <w:rPr>
                <w:sz w:val="16"/>
                <w:szCs w:val="16"/>
              </w:rPr>
              <w:t>)</w:t>
            </w:r>
          </w:p>
        </w:tc>
      </w:tr>
      <w:tr w:rsidR="0072398E" w:rsidRPr="003118C2" w:rsidTr="00F73D8C">
        <w:trPr>
          <w:trHeight w:val="363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398E" w:rsidRPr="00371B14" w:rsidRDefault="0072398E" w:rsidP="00221B38">
            <w:pPr>
              <w:keepNext/>
              <w:keepLines/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72398E" w:rsidRPr="001329FD" w:rsidTr="0037653D">
        <w:trPr>
          <w:cantSplit/>
          <w:trHeight w:val="340"/>
        </w:trPr>
        <w:tc>
          <w:tcPr>
            <w:tcW w:w="97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425" w:rsidRDefault="001329FD" w:rsidP="00663425">
            <w:pPr>
              <w:keepNext/>
              <w:keepLines/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</w:r>
            <w:r w:rsidR="0072398E">
              <w:rPr>
                <w:b/>
              </w:rPr>
              <w:t xml:space="preserve">Lebensumwelt des Kindes oder </w:t>
            </w:r>
            <w:r w:rsidR="0072398E" w:rsidRPr="00FF0E1A">
              <w:rPr>
                <w:b/>
              </w:rPr>
              <w:t>des/der Jugendlichen</w:t>
            </w:r>
          </w:p>
          <w:p w:rsidR="0072398E" w:rsidRPr="001329FD" w:rsidRDefault="00C202E4" w:rsidP="00663425">
            <w:pPr>
              <w:keepNext/>
              <w:keepLines/>
              <w:tabs>
                <w:tab w:val="left" w:pos="284"/>
              </w:tabs>
              <w:ind w:left="284"/>
              <w:rPr>
                <w:sz w:val="16"/>
                <w:szCs w:val="16"/>
              </w:rPr>
            </w:pPr>
            <w:r w:rsidRPr="00C202E4">
              <w:rPr>
                <w:sz w:val="16"/>
                <w:szCs w:val="16"/>
              </w:rPr>
              <w:t>(Besonderheiten der Anamnese, Schwangerschaft, Geburt, Ernährung, Motorik, organische Veränderungen, Sprache, Migrations</w:t>
            </w:r>
            <w:r w:rsidRPr="00C202E4">
              <w:rPr>
                <w:sz w:val="16"/>
                <w:szCs w:val="16"/>
              </w:rPr>
              <w:softHyphen/>
              <w:t>hintergrund, familiäre  Situation, Besonderheiten beim Kindergartenbesuch, bisherige Fördermaßnahmen und therapeutische Maßnahmen)</w:t>
            </w:r>
          </w:p>
        </w:tc>
      </w:tr>
      <w:tr w:rsidR="0072398E" w:rsidRPr="003118C2" w:rsidTr="0037653D">
        <w:trPr>
          <w:cantSplit/>
          <w:trHeight w:val="363"/>
        </w:trPr>
        <w:tc>
          <w:tcPr>
            <w:tcW w:w="974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1B38" w:rsidRPr="00371B14" w:rsidRDefault="0072398E" w:rsidP="00221B38">
            <w:pPr>
              <w:keepNext/>
              <w:keepLines/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</w:tbl>
    <w:p w:rsidR="00C202E4" w:rsidRPr="00C202E4" w:rsidRDefault="00C202E4" w:rsidP="002C1B3B">
      <w:pPr>
        <w:rPr>
          <w:sz w:val="8"/>
          <w:szCs w:val="8"/>
        </w:rPr>
      </w:pPr>
      <w:bookmarkStart w:id="25" w:name="_GoBack"/>
      <w:bookmarkEnd w:id="25"/>
    </w:p>
    <w:tbl>
      <w:tblPr>
        <w:tblStyle w:val="Tabellenraster"/>
        <w:tblW w:w="9815" w:type="dxa"/>
        <w:tblLook w:val="04A0" w:firstRow="1" w:lastRow="0" w:firstColumn="1" w:lastColumn="0" w:noHBand="0" w:noVBand="1"/>
      </w:tblPr>
      <w:tblGrid>
        <w:gridCol w:w="38"/>
        <w:gridCol w:w="921"/>
        <w:gridCol w:w="3348"/>
        <w:gridCol w:w="755"/>
        <w:gridCol w:w="379"/>
        <w:gridCol w:w="226"/>
        <w:gridCol w:w="4080"/>
        <w:gridCol w:w="68"/>
      </w:tblGrid>
      <w:tr w:rsidR="0072398E" w:rsidRPr="001329FD" w:rsidTr="003E7A76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top w:val="nil"/>
              <w:left w:val="nil"/>
              <w:right w:val="nil"/>
            </w:tcBorders>
          </w:tcPr>
          <w:p w:rsidR="00663425" w:rsidRDefault="001329FD" w:rsidP="001329FD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lastRenderedPageBreak/>
              <w:t>5.</w:t>
            </w:r>
            <w:r>
              <w:rPr>
                <w:b/>
              </w:rPr>
              <w:tab/>
            </w:r>
            <w:r w:rsidR="0072398E" w:rsidRPr="00FF0E1A">
              <w:rPr>
                <w:b/>
              </w:rPr>
              <w:t>Lern- und Entwicklungsstand</w:t>
            </w:r>
          </w:p>
          <w:p w:rsidR="00221B38" w:rsidRDefault="00221B38" w:rsidP="00663425">
            <w:pPr>
              <w:tabs>
                <w:tab w:val="left" w:pos="284"/>
              </w:tabs>
              <w:ind w:left="284"/>
              <w:rPr>
                <w:sz w:val="16"/>
                <w:szCs w:val="16"/>
              </w:rPr>
            </w:pPr>
            <w:r w:rsidRPr="00221B38">
              <w:rPr>
                <w:sz w:val="16"/>
                <w:szCs w:val="16"/>
              </w:rPr>
              <w:t>Aussagen zu folgenden Punkten sollen ausführlich getroffen werden</w:t>
            </w:r>
            <w:r>
              <w:rPr>
                <w:sz w:val="16"/>
                <w:szCs w:val="16"/>
              </w:rPr>
              <w:t>:</w:t>
            </w:r>
          </w:p>
          <w:p w:rsidR="00A80D35" w:rsidRDefault="00A80D35" w:rsidP="001329FD">
            <w:pPr>
              <w:tabs>
                <w:tab w:val="left" w:pos="284"/>
              </w:tabs>
              <w:rPr>
                <w:sz w:val="16"/>
                <w:szCs w:val="16"/>
              </w:rPr>
            </w:pPr>
          </w:p>
          <w:p w:rsidR="00A80D35" w:rsidRPr="00A80D35" w:rsidRDefault="00221B38" w:rsidP="00663425">
            <w:pPr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>Wahrnehmung</w:t>
            </w:r>
            <w:r w:rsidRPr="00A80D35">
              <w:rPr>
                <w:sz w:val="16"/>
                <w:szCs w:val="16"/>
              </w:rPr>
              <w:t xml:space="preserve"> </w:t>
            </w:r>
          </w:p>
          <w:p w:rsidR="00221B38" w:rsidRPr="001329FD" w:rsidRDefault="00221B38" w:rsidP="00663425">
            <w:pPr>
              <w:rPr>
                <w:b/>
              </w:rPr>
            </w:pPr>
            <w:r w:rsidRPr="00221B38">
              <w:rPr>
                <w:sz w:val="16"/>
                <w:szCs w:val="16"/>
              </w:rPr>
              <w:t>(auditiv, visuell, taktil, kinästhetisch, Raum-Lage-Wahrnehmung, F</w:t>
            </w:r>
            <w:r w:rsidR="00A80D35">
              <w:rPr>
                <w:sz w:val="16"/>
                <w:szCs w:val="16"/>
              </w:rPr>
              <w:t>i</w:t>
            </w:r>
            <w:r w:rsidRPr="00221B38">
              <w:rPr>
                <w:sz w:val="16"/>
                <w:szCs w:val="16"/>
              </w:rPr>
              <w:t>gur-Grund-Wahrnehmung, Kraftdosierung, Körperschema)</w:t>
            </w:r>
          </w:p>
        </w:tc>
      </w:tr>
      <w:tr w:rsidR="0072398E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72398E" w:rsidRPr="00371B14" w:rsidRDefault="0072398E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b/>
              </w:rPr>
            </w:pPr>
            <w:r w:rsidRPr="00A80D35">
              <w:rPr>
                <w:b/>
                <w:sz w:val="16"/>
                <w:szCs w:val="16"/>
              </w:rPr>
              <w:t>Motorik</w:t>
            </w:r>
            <w:r w:rsidRPr="00A80D35">
              <w:t xml:space="preserve"> </w:t>
            </w:r>
            <w:r>
              <w:br/>
            </w:r>
            <w:r w:rsidRPr="00A80D35">
              <w:rPr>
                <w:sz w:val="16"/>
                <w:szCs w:val="16"/>
              </w:rPr>
              <w:t>(Feinmotorik, Grobmotorik, motorische Entwicklung, Körperspannung)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>Sprache/Kommunikation</w:t>
            </w:r>
            <w:r>
              <w:rPr>
                <w:sz w:val="16"/>
                <w:szCs w:val="16"/>
              </w:rPr>
              <w:t xml:space="preserve"> </w:t>
            </w:r>
            <w:r w:rsidRPr="00A80D35">
              <w:rPr>
                <w:sz w:val="16"/>
                <w:szCs w:val="16"/>
              </w:rPr>
              <w:t>(Sprechbeginn, Sprachentwicklung, Sprachverständnis, Wortschatz, Aussprache, Grammatik, Laut</w:t>
            </w:r>
            <w:r>
              <w:rPr>
                <w:sz w:val="16"/>
                <w:szCs w:val="16"/>
              </w:rPr>
              <w:softHyphen/>
            </w:r>
            <w:r w:rsidRPr="00A80D35">
              <w:rPr>
                <w:sz w:val="16"/>
                <w:szCs w:val="16"/>
              </w:rPr>
              <w:t>stärke</w:t>
            </w:r>
            <w:r>
              <w:rPr>
                <w:sz w:val="16"/>
                <w:szCs w:val="16"/>
              </w:rPr>
              <w:softHyphen/>
            </w:r>
            <w:r w:rsidRPr="00A80D35">
              <w:rPr>
                <w:sz w:val="16"/>
                <w:szCs w:val="16"/>
              </w:rPr>
              <w:t>regelung, kommunikative Kompetenzen, angepasst an soziale Umwelt)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Kognition </w:t>
            </w:r>
            <w:r w:rsidRPr="00A80D35">
              <w:rPr>
                <w:sz w:val="16"/>
                <w:szCs w:val="16"/>
              </w:rPr>
              <w:t>(Fähigkeit, Probleme zu lösen, Merkfähigkeit, Gesetzmäßigkeiten erkennen, Intelligenz-Testverfahren, Ergebnis und Testverhalten im Zusammenhang mit Ausgangsfrage – Beobachtungsbogen nutzen)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Emotionale und soziale Entwicklung </w:t>
            </w:r>
            <w:r w:rsidRPr="00A80D35">
              <w:rPr>
                <w:sz w:val="16"/>
                <w:szCs w:val="16"/>
              </w:rPr>
              <w:t xml:space="preserve">(Kontaktaufnahme, Spielverhalten, Umgang in Konflikten, </w:t>
            </w:r>
            <w:proofErr w:type="spellStart"/>
            <w:r w:rsidRPr="00A80D35">
              <w:rPr>
                <w:sz w:val="16"/>
                <w:szCs w:val="16"/>
              </w:rPr>
              <w:t>Empathiefähigkeit</w:t>
            </w:r>
            <w:proofErr w:type="spellEnd"/>
            <w:r w:rsidRPr="00A80D35">
              <w:rPr>
                <w:sz w:val="16"/>
                <w:szCs w:val="16"/>
              </w:rPr>
              <w:t>, Regelver</w:t>
            </w:r>
            <w:r>
              <w:rPr>
                <w:sz w:val="16"/>
                <w:szCs w:val="16"/>
              </w:rPr>
              <w:softHyphen/>
            </w:r>
            <w:r w:rsidRPr="00A80D35">
              <w:rPr>
                <w:sz w:val="16"/>
                <w:szCs w:val="16"/>
              </w:rPr>
              <w:t>halten, Fähigkeit zur Reflexion des eigenen Handelns, Umgang mit Frustration, Umgang mit Anforderungen)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Lern- und Leistungsverhalten </w:t>
            </w:r>
            <w:r>
              <w:rPr>
                <w:b/>
                <w:sz w:val="16"/>
                <w:szCs w:val="16"/>
              </w:rPr>
              <w:br/>
            </w:r>
            <w:r w:rsidRPr="00A80D35">
              <w:rPr>
                <w:sz w:val="16"/>
                <w:szCs w:val="16"/>
              </w:rPr>
              <w:t>(Lernfreude, Umgang mit Überforderung/Unterforderung, Konzentration, strukturiertes Vorgehen)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A80D35" w:rsidRPr="00A80D35" w:rsidRDefault="00A80D3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A80D35">
              <w:rPr>
                <w:b/>
                <w:sz w:val="16"/>
                <w:szCs w:val="16"/>
              </w:rPr>
              <w:t xml:space="preserve">Schulische Kompetenzen </w:t>
            </w:r>
            <w:r>
              <w:rPr>
                <w:b/>
                <w:sz w:val="16"/>
                <w:szCs w:val="16"/>
              </w:rPr>
              <w:br/>
            </w:r>
            <w:r w:rsidRPr="00A80D35">
              <w:rPr>
                <w:sz w:val="16"/>
                <w:szCs w:val="16"/>
              </w:rPr>
              <w:t>(mathematische, sprachliche, schriftsprachliche Kompetenzen)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A80D3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663425" w:rsidRDefault="00663425" w:rsidP="00663425">
            <w:pPr>
              <w:tabs>
                <w:tab w:val="left" w:pos="284"/>
              </w:tabs>
              <w:rPr>
                <w:b/>
                <w:sz w:val="16"/>
                <w:szCs w:val="16"/>
              </w:rPr>
            </w:pPr>
            <w:r w:rsidRPr="00663425">
              <w:rPr>
                <w:b/>
                <w:sz w:val="16"/>
                <w:szCs w:val="16"/>
              </w:rPr>
              <w:t xml:space="preserve">Lebenspraktische Kompetenzen </w:t>
            </w:r>
          </w:p>
          <w:p w:rsidR="00A80D35" w:rsidRPr="00A80D35" w:rsidRDefault="00663425" w:rsidP="00663425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663425">
              <w:rPr>
                <w:sz w:val="16"/>
                <w:szCs w:val="16"/>
              </w:rPr>
              <w:t>(Selbstversorgung, Orientierung)</w:t>
            </w:r>
          </w:p>
        </w:tc>
      </w:tr>
      <w:tr w:rsidR="00A80D3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A80D35" w:rsidRPr="00371B14" w:rsidRDefault="00A80D3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663425" w:rsidRPr="00A80D35" w:rsidTr="008A3FC3">
        <w:trPr>
          <w:gridAfter w:val="1"/>
          <w:wAfter w:w="68" w:type="dxa"/>
          <w:trHeight w:val="340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663425" w:rsidRPr="00A80D35" w:rsidRDefault="00663425" w:rsidP="00E264FE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663425">
              <w:rPr>
                <w:b/>
                <w:sz w:val="16"/>
                <w:szCs w:val="16"/>
              </w:rPr>
              <w:t>Interessenbereiche</w:t>
            </w:r>
          </w:p>
        </w:tc>
      </w:tr>
      <w:tr w:rsidR="00663425" w:rsidRPr="003118C2" w:rsidTr="008A3FC3">
        <w:trPr>
          <w:gridAfter w:val="1"/>
          <w:wAfter w:w="68" w:type="dxa"/>
          <w:trHeight w:val="363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663425" w:rsidRPr="00371B14" w:rsidRDefault="00663425" w:rsidP="00E264FE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72398E" w:rsidRPr="003118C2" w:rsidTr="008A3FC3">
        <w:trPr>
          <w:gridAfter w:val="1"/>
          <w:wAfter w:w="68" w:type="dxa"/>
          <w:trHeight w:hRule="exact" w:val="1106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72398E" w:rsidRDefault="0072398E" w:rsidP="0072398E">
            <w:pPr>
              <w:ind w:left="284" w:hanging="284"/>
              <w:rPr>
                <w:b/>
              </w:rPr>
            </w:pPr>
            <w:r>
              <w:rPr>
                <w:b/>
              </w:rPr>
              <w:t xml:space="preserve">6. </w:t>
            </w:r>
            <w:r w:rsidRPr="00FF0E1A">
              <w:rPr>
                <w:b/>
              </w:rPr>
              <w:t>Zusammenfassung</w:t>
            </w:r>
          </w:p>
          <w:p w:rsidR="0072398E" w:rsidRDefault="0072398E" w:rsidP="0072398E">
            <w:pPr>
              <w:ind w:left="284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 w:rsidRPr="003573AC">
              <w:rPr>
                <w:sz w:val="16"/>
                <w:szCs w:val="16"/>
              </w:rPr>
              <w:t>Sollte die Beschulung im GL als nicht zielführend angesehen werden, ist eine detaillierte Begründung erforderlich!</w:t>
            </w:r>
          </w:p>
          <w:p w:rsidR="0072398E" w:rsidRPr="00371B14" w:rsidRDefault="0072398E" w:rsidP="0072398E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ab/>
              <w:t>Sollte der sonderpädagogische Unterstützungsbedarf zurzeit noch nicht abschließend feststellbar sein, ist eine detaillierte Begründung unbedingt erforderlich.</w:t>
            </w:r>
          </w:p>
        </w:tc>
      </w:tr>
      <w:tr w:rsidR="0072398E" w:rsidRPr="003118C2" w:rsidTr="008A3FC3">
        <w:trPr>
          <w:gridAfter w:val="1"/>
          <w:wAfter w:w="68" w:type="dxa"/>
          <w:trHeight w:val="369"/>
        </w:trPr>
        <w:tc>
          <w:tcPr>
            <w:tcW w:w="9747" w:type="dxa"/>
            <w:gridSpan w:val="7"/>
            <w:tcBorders>
              <w:bottom w:val="single" w:sz="4" w:space="0" w:color="auto"/>
            </w:tcBorders>
            <w:vAlign w:val="center"/>
          </w:tcPr>
          <w:p w:rsidR="0072398E" w:rsidRPr="00371B14" w:rsidRDefault="0072398E" w:rsidP="002C1B3B">
            <w:pPr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72398E" w:rsidRPr="003118C2" w:rsidTr="008A3FC3">
        <w:trPr>
          <w:gridAfter w:val="1"/>
          <w:wAfter w:w="68" w:type="dxa"/>
          <w:trHeight w:hRule="exact" w:val="369"/>
        </w:trPr>
        <w:tc>
          <w:tcPr>
            <w:tcW w:w="9747" w:type="dxa"/>
            <w:gridSpan w:val="7"/>
            <w:tcBorders>
              <w:left w:val="nil"/>
              <w:right w:val="nil"/>
            </w:tcBorders>
            <w:vAlign w:val="center"/>
          </w:tcPr>
          <w:p w:rsidR="0072398E" w:rsidRPr="00371B14" w:rsidRDefault="0072398E" w:rsidP="002C1B3B">
            <w:pPr>
              <w:rPr>
                <w:sz w:val="20"/>
                <w:szCs w:val="20"/>
              </w:rPr>
            </w:pPr>
            <w:r>
              <w:rPr>
                <w:b/>
              </w:rPr>
              <w:t>6.1. Vorgeschlagener Unterstützungs</w:t>
            </w:r>
            <w:r w:rsidRPr="00FF0E1A">
              <w:rPr>
                <w:b/>
              </w:rPr>
              <w:t>bedarf</w:t>
            </w:r>
            <w:r>
              <w:rPr>
                <w:b/>
              </w:rPr>
              <w:t xml:space="preserve"> aus Sicht der Gutachter/innen</w:t>
            </w:r>
          </w:p>
        </w:tc>
      </w:tr>
      <w:tr w:rsidR="00FA141A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 w:val="restart"/>
            <w:vAlign w:val="center"/>
          </w:tcPr>
          <w:p w:rsidR="00FA141A" w:rsidRPr="003118C2" w:rsidRDefault="00FA141A" w:rsidP="00E20947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6.1.1</w:t>
            </w:r>
          </w:p>
        </w:tc>
        <w:tc>
          <w:tcPr>
            <w:tcW w:w="4103" w:type="dxa"/>
            <w:gridSpan w:val="2"/>
            <w:vAlign w:val="center"/>
          </w:tcPr>
          <w:p w:rsidR="00FA141A" w:rsidRPr="003118C2" w:rsidRDefault="00FA141A" w:rsidP="00FA141A">
            <w:pPr>
              <w:rPr>
                <w:sz w:val="20"/>
                <w:szCs w:val="20"/>
              </w:rPr>
            </w:pPr>
            <w:r w:rsidRPr="00FA141A">
              <w:t>Vorrangiger</w:t>
            </w:r>
            <w:r w:rsidRPr="003118C2">
              <w:rPr>
                <w:b/>
              </w:rPr>
              <w:t xml:space="preserve"> Förderschwerpunkt</w:t>
            </w:r>
            <w:r>
              <w:rPr>
                <w:b/>
              </w:rPr>
              <w:t xml:space="preserve"> </w:t>
            </w:r>
            <w:bookmarkStart w:id="26" w:name="Dropdown5"/>
          </w:p>
        </w:tc>
        <w:bookmarkEnd w:id="26"/>
        <w:tc>
          <w:tcPr>
            <w:tcW w:w="4685" w:type="dxa"/>
            <w:gridSpan w:val="3"/>
            <w:vAlign w:val="center"/>
          </w:tcPr>
          <w:p w:rsidR="00FA141A" w:rsidRPr="00522C75" w:rsidRDefault="007714A6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FSchp_vorr"/>
                  <w:enabled/>
                  <w:calcOnExit/>
                  <w:ddList>
                    <w:listEntry w:val="                               "/>
                    <w:listEntry w:val="Sprache"/>
                    <w:listEntry w:val="Emotionale und soziale Entwicklung"/>
                    <w:listEntry w:val="Lernen"/>
                    <w:listEntry w:val="Körperliche und motorische Entwicklung"/>
                    <w:listEntry w:val="Sehen (Blindheit)"/>
                    <w:listEntry w:val="Sehen (Sehbehinderung)"/>
                    <w:listEntry w:val="Hören und Kommunikation (Gehörlosigkeit)"/>
                    <w:listEntry w:val="Hören und Kommunikation (Schwerhörigkeit)"/>
                    <w:listEntry w:val="Geistige Entwicklung"/>
                  </w:ddList>
                </w:ffData>
              </w:fldChar>
            </w:r>
            <w:bookmarkStart w:id="27" w:name="FSchp_vorr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8444C1">
              <w:rPr>
                <w:sz w:val="20"/>
                <w:szCs w:val="20"/>
              </w:rPr>
            </w:r>
            <w:r w:rsidR="008444C1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27"/>
          </w:p>
        </w:tc>
      </w:tr>
      <w:tr w:rsidR="00214FBC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/>
            <w:vAlign w:val="center"/>
          </w:tcPr>
          <w:p w:rsidR="00214FBC" w:rsidRPr="003118C2" w:rsidRDefault="00214FBC" w:rsidP="00E20947">
            <w:pPr>
              <w:rPr>
                <w:sz w:val="20"/>
                <w:szCs w:val="20"/>
              </w:rPr>
            </w:pPr>
          </w:p>
        </w:tc>
        <w:tc>
          <w:tcPr>
            <w:tcW w:w="4103" w:type="dxa"/>
            <w:gridSpan w:val="2"/>
            <w:vAlign w:val="center"/>
          </w:tcPr>
          <w:p w:rsidR="00214FBC" w:rsidRPr="003118C2" w:rsidRDefault="00214FBC">
            <w:pPr>
              <w:rPr>
                <w:sz w:val="20"/>
                <w:szCs w:val="20"/>
              </w:rPr>
            </w:pPr>
            <w:r w:rsidRPr="00073A4F">
              <w:t>Begründung:</w:t>
            </w:r>
          </w:p>
        </w:tc>
        <w:tc>
          <w:tcPr>
            <w:tcW w:w="4685" w:type="dxa"/>
            <w:gridSpan w:val="3"/>
            <w:vAlign w:val="center"/>
          </w:tcPr>
          <w:p w:rsidR="00214FBC" w:rsidRPr="00371B14" w:rsidRDefault="00214FBC">
            <w:pPr>
              <w:rPr>
                <w:b/>
                <w:sz w:val="20"/>
                <w:szCs w:val="20"/>
              </w:rPr>
            </w:pPr>
            <w:r w:rsidRPr="00371B14">
              <w:rPr>
                <w:b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8" w:name="Text32"/>
            <w:r w:rsidRPr="00371B14">
              <w:rPr>
                <w:b/>
                <w:sz w:val="20"/>
                <w:szCs w:val="20"/>
              </w:rPr>
              <w:instrText xml:space="preserve"> FORMTEXT </w:instrText>
            </w:r>
            <w:r w:rsidRPr="00371B14">
              <w:rPr>
                <w:b/>
                <w:sz w:val="20"/>
                <w:szCs w:val="20"/>
              </w:rPr>
            </w:r>
            <w:r w:rsidRPr="00371B14">
              <w:rPr>
                <w:b/>
                <w:sz w:val="20"/>
                <w:szCs w:val="20"/>
              </w:rPr>
              <w:fldChar w:fldCharType="separate"/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sz w:val="20"/>
                <w:szCs w:val="20"/>
              </w:rPr>
              <w:fldChar w:fldCharType="end"/>
            </w:r>
            <w:bookmarkEnd w:id="28"/>
          </w:p>
        </w:tc>
      </w:tr>
      <w:tr w:rsidR="00214FBC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 w:val="restart"/>
            <w:vAlign w:val="center"/>
          </w:tcPr>
          <w:p w:rsidR="00214FBC" w:rsidRPr="003118C2" w:rsidRDefault="00214FBC" w:rsidP="00E20947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6.1.2</w:t>
            </w:r>
          </w:p>
        </w:tc>
        <w:tc>
          <w:tcPr>
            <w:tcW w:w="4103" w:type="dxa"/>
            <w:gridSpan w:val="2"/>
            <w:vAlign w:val="center"/>
          </w:tcPr>
          <w:p w:rsidR="00214FBC" w:rsidRPr="003118C2" w:rsidRDefault="00214FBC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Weitere</w:t>
            </w:r>
            <w:r w:rsidR="00FA141A">
              <w:rPr>
                <w:b/>
              </w:rPr>
              <w:t>r</w:t>
            </w:r>
            <w:r w:rsidRPr="003118C2">
              <w:rPr>
                <w:b/>
              </w:rPr>
              <w:t xml:space="preserve"> Förderschwerpunkt</w:t>
            </w:r>
          </w:p>
        </w:tc>
        <w:tc>
          <w:tcPr>
            <w:tcW w:w="4685" w:type="dxa"/>
            <w:gridSpan w:val="3"/>
            <w:vAlign w:val="center"/>
          </w:tcPr>
          <w:p w:rsidR="00214FBC" w:rsidRPr="00522C75" w:rsidRDefault="007714A6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FSchp_weiterer"/>
                  <w:enabled/>
                  <w:calcOnExit/>
                  <w:ddList>
                    <w:listEntry w:val="                               "/>
                    <w:listEntry w:val="Sprache"/>
                    <w:listEntry w:val="Emotionale und soziale Entwicklung"/>
                    <w:listEntry w:val="Lernen"/>
                    <w:listEntry w:val="Körperliche und motorische Entwicklung"/>
                    <w:listEntry w:val="Sehen (Blindheit)"/>
                    <w:listEntry w:val="Sehen (Sehbehinderung)"/>
                    <w:listEntry w:val="Hören und Kommunikation (Gehörlosigkeit)"/>
                    <w:listEntry w:val="Hören und Kommunikation (Schwerhörigkeit)"/>
                    <w:listEntry w:val="Geistige Entwicklung"/>
                    <w:listEntry w:val="Autismus"/>
                  </w:ddList>
                </w:ffData>
              </w:fldChar>
            </w:r>
            <w:bookmarkStart w:id="29" w:name="FSchp_weiterer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8444C1">
              <w:rPr>
                <w:sz w:val="20"/>
                <w:szCs w:val="20"/>
              </w:rPr>
            </w:r>
            <w:r w:rsidR="008444C1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29"/>
          </w:p>
        </w:tc>
      </w:tr>
      <w:tr w:rsidR="00214FBC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/>
            <w:vAlign w:val="center"/>
          </w:tcPr>
          <w:p w:rsidR="00214FBC" w:rsidRPr="003118C2" w:rsidRDefault="00214FBC" w:rsidP="00E20947">
            <w:pPr>
              <w:rPr>
                <w:sz w:val="20"/>
                <w:szCs w:val="20"/>
              </w:rPr>
            </w:pPr>
          </w:p>
        </w:tc>
        <w:tc>
          <w:tcPr>
            <w:tcW w:w="4103" w:type="dxa"/>
            <w:gridSpan w:val="2"/>
            <w:vAlign w:val="center"/>
          </w:tcPr>
          <w:p w:rsidR="00214FBC" w:rsidRPr="003118C2" w:rsidRDefault="00214FBC">
            <w:pPr>
              <w:rPr>
                <w:sz w:val="20"/>
                <w:szCs w:val="20"/>
              </w:rPr>
            </w:pPr>
            <w:r w:rsidRPr="003118C2">
              <w:rPr>
                <w:sz w:val="20"/>
                <w:szCs w:val="20"/>
              </w:rPr>
              <w:t>Begründung:</w:t>
            </w:r>
          </w:p>
        </w:tc>
        <w:tc>
          <w:tcPr>
            <w:tcW w:w="4685" w:type="dxa"/>
            <w:gridSpan w:val="3"/>
            <w:vAlign w:val="center"/>
          </w:tcPr>
          <w:p w:rsidR="00214FBC" w:rsidRPr="00371B14" w:rsidRDefault="00214FBC">
            <w:pPr>
              <w:rPr>
                <w:b/>
                <w:sz w:val="20"/>
                <w:szCs w:val="20"/>
              </w:rPr>
            </w:pPr>
            <w:r w:rsidRPr="00371B14">
              <w:rPr>
                <w:b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0" w:name="Text34"/>
            <w:r w:rsidRPr="00371B14">
              <w:rPr>
                <w:b/>
                <w:sz w:val="20"/>
                <w:szCs w:val="20"/>
              </w:rPr>
              <w:instrText xml:space="preserve"> FORMTEXT </w:instrText>
            </w:r>
            <w:r w:rsidRPr="00371B14">
              <w:rPr>
                <w:b/>
                <w:sz w:val="20"/>
                <w:szCs w:val="20"/>
              </w:rPr>
            </w:r>
            <w:r w:rsidRPr="00371B14">
              <w:rPr>
                <w:b/>
                <w:sz w:val="20"/>
                <w:szCs w:val="20"/>
              </w:rPr>
              <w:fldChar w:fldCharType="separate"/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noProof/>
                <w:sz w:val="20"/>
                <w:szCs w:val="20"/>
              </w:rPr>
              <w:t> </w:t>
            </w:r>
            <w:r w:rsidRPr="00371B14">
              <w:rPr>
                <w:b/>
                <w:sz w:val="20"/>
                <w:szCs w:val="20"/>
              </w:rPr>
              <w:fldChar w:fldCharType="end"/>
            </w:r>
            <w:bookmarkEnd w:id="30"/>
          </w:p>
        </w:tc>
      </w:tr>
      <w:tr w:rsidR="00FA141A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 w:val="restart"/>
            <w:vAlign w:val="center"/>
          </w:tcPr>
          <w:p w:rsidR="00FA141A" w:rsidRPr="00FA141A" w:rsidRDefault="00FA141A" w:rsidP="00E20947">
            <w:pPr>
              <w:rPr>
                <w:b/>
                <w:sz w:val="20"/>
                <w:szCs w:val="20"/>
              </w:rPr>
            </w:pPr>
            <w:r w:rsidRPr="00FA141A">
              <w:rPr>
                <w:b/>
                <w:sz w:val="20"/>
                <w:szCs w:val="20"/>
              </w:rPr>
              <w:t>6.1.3</w:t>
            </w:r>
          </w:p>
        </w:tc>
        <w:tc>
          <w:tcPr>
            <w:tcW w:w="4103" w:type="dxa"/>
            <w:gridSpan w:val="2"/>
            <w:vAlign w:val="center"/>
          </w:tcPr>
          <w:p w:rsidR="00FA141A" w:rsidRPr="003118C2" w:rsidRDefault="00FA141A" w:rsidP="002C1B3B">
            <w:pPr>
              <w:rPr>
                <w:sz w:val="20"/>
                <w:szCs w:val="20"/>
              </w:rPr>
            </w:pPr>
            <w:r w:rsidRPr="003118C2">
              <w:rPr>
                <w:b/>
              </w:rPr>
              <w:t>Weitere</w:t>
            </w:r>
            <w:r>
              <w:rPr>
                <w:b/>
              </w:rPr>
              <w:t>r</w:t>
            </w:r>
            <w:r w:rsidRPr="003118C2">
              <w:rPr>
                <w:b/>
              </w:rPr>
              <w:t xml:space="preserve"> Förderschwerpunkt</w:t>
            </w:r>
          </w:p>
        </w:tc>
        <w:tc>
          <w:tcPr>
            <w:tcW w:w="4685" w:type="dxa"/>
            <w:gridSpan w:val="3"/>
            <w:vAlign w:val="center"/>
          </w:tcPr>
          <w:p w:rsidR="00FA141A" w:rsidRPr="00522C75" w:rsidRDefault="007714A6" w:rsidP="002C1B3B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FSchp_weit_1"/>
                  <w:enabled/>
                  <w:calcOnExit w:val="0"/>
                  <w:ddList>
                    <w:listEntry w:val="                               "/>
                    <w:listEntry w:val="Sprache"/>
                    <w:listEntry w:val="Emotionale und soziale Entwicklung"/>
                    <w:listEntry w:val="Lernen"/>
                    <w:listEntry w:val="Körperliche und motorische Entwicklung"/>
                    <w:listEntry w:val="Sehen (Blindheit)"/>
                    <w:listEntry w:val="Sehen (Sehbehinderung)"/>
                    <w:listEntry w:val="Hören und Kommunikation (Gehörlosigkeit)"/>
                    <w:listEntry w:val="Hören und Kommunikation (Schwerhörigkeit)"/>
                    <w:listEntry w:val="Geistige Entwicklung"/>
                    <w:listEntry w:val="Autismus"/>
                  </w:ddList>
                </w:ffData>
              </w:fldChar>
            </w:r>
            <w:bookmarkStart w:id="31" w:name="FSchp_weit_1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8444C1">
              <w:rPr>
                <w:sz w:val="20"/>
                <w:szCs w:val="20"/>
              </w:rPr>
            </w:r>
            <w:r w:rsidR="008444C1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31"/>
          </w:p>
        </w:tc>
      </w:tr>
      <w:tr w:rsidR="00FA141A" w:rsidRPr="0025778C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vMerge/>
            <w:vAlign w:val="center"/>
          </w:tcPr>
          <w:p w:rsidR="00FA141A" w:rsidRPr="003118C2" w:rsidRDefault="00FA141A" w:rsidP="00E20947">
            <w:pPr>
              <w:rPr>
                <w:sz w:val="20"/>
                <w:szCs w:val="20"/>
              </w:rPr>
            </w:pPr>
          </w:p>
        </w:tc>
        <w:tc>
          <w:tcPr>
            <w:tcW w:w="4103" w:type="dxa"/>
            <w:gridSpan w:val="2"/>
            <w:vAlign w:val="center"/>
          </w:tcPr>
          <w:p w:rsidR="00FA141A" w:rsidRPr="003118C2" w:rsidRDefault="00FA141A" w:rsidP="002C1B3B">
            <w:pPr>
              <w:rPr>
                <w:sz w:val="20"/>
                <w:szCs w:val="20"/>
              </w:rPr>
            </w:pPr>
            <w:r w:rsidRPr="003118C2">
              <w:rPr>
                <w:sz w:val="20"/>
                <w:szCs w:val="20"/>
              </w:rPr>
              <w:t>Begründung:</w:t>
            </w:r>
          </w:p>
        </w:tc>
        <w:tc>
          <w:tcPr>
            <w:tcW w:w="4685" w:type="dxa"/>
            <w:gridSpan w:val="3"/>
            <w:vAlign w:val="center"/>
          </w:tcPr>
          <w:p w:rsidR="00FA141A" w:rsidRPr="00522C75" w:rsidRDefault="00FA141A" w:rsidP="002C1B3B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22C75">
              <w:rPr>
                <w:sz w:val="20"/>
                <w:szCs w:val="20"/>
              </w:rPr>
              <w:instrText xml:space="preserve"> FORMTEXT </w:instrText>
            </w:r>
            <w:r w:rsidRPr="00522C75">
              <w:rPr>
                <w:sz w:val="20"/>
                <w:szCs w:val="20"/>
              </w:rPr>
            </w:r>
            <w:r w:rsidRPr="00522C75">
              <w:rPr>
                <w:sz w:val="20"/>
                <w:szCs w:val="20"/>
              </w:rPr>
              <w:fldChar w:fldCharType="separate"/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noProof/>
                <w:sz w:val="20"/>
                <w:szCs w:val="20"/>
              </w:rPr>
              <w:t> </w:t>
            </w:r>
            <w:r w:rsidRPr="00522C75">
              <w:rPr>
                <w:sz w:val="20"/>
                <w:szCs w:val="20"/>
              </w:rPr>
              <w:fldChar w:fldCharType="end"/>
            </w:r>
          </w:p>
        </w:tc>
      </w:tr>
      <w:tr w:rsidR="00FA141A" w:rsidRPr="003118C2" w:rsidTr="008A3FC3">
        <w:trPr>
          <w:gridAfter w:val="1"/>
          <w:wAfter w:w="68" w:type="dxa"/>
          <w:trHeight w:val="363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vAlign w:val="center"/>
          </w:tcPr>
          <w:p w:rsidR="00FA141A" w:rsidRPr="0059605A" w:rsidRDefault="00FA141A">
            <w:r w:rsidRPr="003118C2">
              <w:rPr>
                <w:b/>
              </w:rPr>
              <w:t>6.1.</w:t>
            </w:r>
            <w:r>
              <w:rPr>
                <w:b/>
              </w:rPr>
              <w:t>4</w:t>
            </w:r>
          </w:p>
        </w:tc>
        <w:tc>
          <w:tcPr>
            <w:tcW w:w="4103" w:type="dxa"/>
            <w:gridSpan w:val="2"/>
            <w:tcBorders>
              <w:bottom w:val="single" w:sz="4" w:space="0" w:color="auto"/>
            </w:tcBorders>
            <w:vAlign w:val="center"/>
          </w:tcPr>
          <w:p w:rsidR="00FA141A" w:rsidRPr="003118C2" w:rsidRDefault="00FA141A">
            <w:pPr>
              <w:rPr>
                <w:sz w:val="20"/>
                <w:szCs w:val="20"/>
              </w:rPr>
            </w:pPr>
            <w:r w:rsidRPr="003118C2">
              <w:rPr>
                <w:rFonts w:cs="Arial"/>
                <w:b/>
                <w:sz w:val="20"/>
              </w:rPr>
              <w:t>Zusätzliche Sachausstattung</w:t>
            </w:r>
            <w:r w:rsidRPr="003118C2">
              <w:rPr>
                <w:rFonts w:cs="Arial"/>
                <w:sz w:val="20"/>
              </w:rPr>
              <w:t xml:space="preserve"> notwendig?</w:t>
            </w:r>
          </w:p>
        </w:tc>
        <w:tc>
          <w:tcPr>
            <w:tcW w:w="605" w:type="dxa"/>
            <w:gridSpan w:val="2"/>
            <w:tcBorders>
              <w:bottom w:val="single" w:sz="4" w:space="0" w:color="auto"/>
            </w:tcBorders>
            <w:vAlign w:val="center"/>
          </w:tcPr>
          <w:p w:rsidR="00FA141A" w:rsidRPr="00522C75" w:rsidRDefault="00CD0CED">
            <w:pPr>
              <w:rPr>
                <w:sz w:val="20"/>
                <w:szCs w:val="20"/>
              </w:rPr>
            </w:pPr>
            <w:r w:rsidRPr="00522C75">
              <w:rPr>
                <w:sz w:val="20"/>
                <w:szCs w:val="20"/>
              </w:rPr>
              <w:fldChar w:fldCharType="begin">
                <w:ffData>
                  <w:name w:val="Zus_Sacha"/>
                  <w:enabled/>
                  <w:calcOnExit/>
                  <w:ddList>
                    <w:listEntry w:val="       "/>
                    <w:listEntry w:val="Ja"/>
                    <w:listEntry w:val="Nein"/>
                  </w:ddList>
                </w:ffData>
              </w:fldChar>
            </w:r>
            <w:bookmarkStart w:id="32" w:name="Zus_Sacha"/>
            <w:r w:rsidRPr="00522C75">
              <w:rPr>
                <w:sz w:val="20"/>
                <w:szCs w:val="20"/>
              </w:rPr>
              <w:instrText xml:space="preserve"> FORMDROPDOWN </w:instrText>
            </w:r>
            <w:r w:rsidR="008444C1">
              <w:rPr>
                <w:sz w:val="20"/>
                <w:szCs w:val="20"/>
              </w:rPr>
            </w:r>
            <w:r w:rsidR="008444C1">
              <w:rPr>
                <w:sz w:val="20"/>
                <w:szCs w:val="20"/>
              </w:rPr>
              <w:fldChar w:fldCharType="separate"/>
            </w:r>
            <w:r w:rsidRPr="00522C75">
              <w:rPr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:rsidR="00FA141A" w:rsidRPr="00371B14" w:rsidRDefault="00FA141A" w:rsidP="00CD0CED">
            <w:pPr>
              <w:rPr>
                <w:b/>
                <w:sz w:val="20"/>
                <w:szCs w:val="20"/>
              </w:rPr>
            </w:pPr>
            <w:r w:rsidRPr="00371B14">
              <w:rPr>
                <w:b/>
                <w:sz w:val="20"/>
                <w:szCs w:val="20"/>
              </w:rPr>
              <w:t xml:space="preserve">Wenn Ja, welche?: </w:t>
            </w:r>
            <w:r w:rsidR="00CD0CED" w:rsidRPr="00522C75">
              <w:rPr>
                <w:sz w:val="20"/>
                <w:szCs w:val="20"/>
              </w:rPr>
              <w:fldChar w:fldCharType="begin">
                <w:ffData>
                  <w:name w:val="Zus_Sacha_welche"/>
                  <w:enabled/>
                  <w:calcOnExit/>
                  <w:textInput/>
                </w:ffData>
              </w:fldChar>
            </w:r>
            <w:bookmarkStart w:id="33" w:name="Zus_Sacha_welche"/>
            <w:r w:rsidR="00CD0CED" w:rsidRPr="00522C75">
              <w:rPr>
                <w:sz w:val="20"/>
                <w:szCs w:val="20"/>
              </w:rPr>
              <w:instrText xml:space="preserve"> FORMTEXT </w:instrText>
            </w:r>
            <w:r w:rsidR="00CD0CED" w:rsidRPr="00522C75">
              <w:rPr>
                <w:sz w:val="20"/>
                <w:szCs w:val="20"/>
              </w:rPr>
            </w:r>
            <w:r w:rsidR="00CD0CED" w:rsidRPr="00522C75">
              <w:rPr>
                <w:sz w:val="20"/>
                <w:szCs w:val="20"/>
              </w:rPr>
              <w:fldChar w:fldCharType="separate"/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noProof/>
                <w:sz w:val="20"/>
                <w:szCs w:val="20"/>
              </w:rPr>
              <w:t> </w:t>
            </w:r>
            <w:r w:rsidR="00CD0CED" w:rsidRPr="00522C75">
              <w:rPr>
                <w:sz w:val="20"/>
                <w:szCs w:val="20"/>
              </w:rPr>
              <w:fldChar w:fldCharType="end"/>
            </w:r>
            <w:bookmarkEnd w:id="33"/>
          </w:p>
        </w:tc>
      </w:tr>
      <w:tr w:rsidR="001C4C8F" w:rsidRPr="003118C2" w:rsidTr="008A3FC3">
        <w:trPr>
          <w:gridAfter w:val="1"/>
          <w:wAfter w:w="68" w:type="dxa"/>
          <w:trHeight w:hRule="exact" w:val="680"/>
        </w:trPr>
        <w:tc>
          <w:tcPr>
            <w:tcW w:w="9747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C4C8F" w:rsidRDefault="001C4C8F" w:rsidP="008A3FC3">
            <w:pPr>
              <w:keepNext/>
              <w:keepLines/>
              <w:rPr>
                <w:b/>
              </w:rPr>
            </w:pPr>
            <w:r>
              <w:rPr>
                <w:b/>
              </w:rPr>
              <w:t>7. Elternwunsch (FB 7.1)</w:t>
            </w:r>
          </w:p>
          <w:p w:rsidR="001C4C8F" w:rsidRPr="001C4C8F" w:rsidRDefault="001C4C8F" w:rsidP="008A3FC3">
            <w:pPr>
              <w:keepNext/>
              <w:keepLines/>
              <w:rPr>
                <w:sz w:val="18"/>
                <w:szCs w:val="18"/>
              </w:rPr>
            </w:pPr>
            <w:r w:rsidRPr="0059605A">
              <w:rPr>
                <w:sz w:val="18"/>
                <w:szCs w:val="18"/>
              </w:rPr>
              <w:t>(</w:t>
            </w:r>
            <w:r w:rsidRPr="001C4C8F">
              <w:rPr>
                <w:b/>
                <w:sz w:val="18"/>
                <w:szCs w:val="18"/>
              </w:rPr>
              <w:t>Achtung</w:t>
            </w:r>
            <w:r w:rsidRPr="0059605A">
              <w:rPr>
                <w:sz w:val="18"/>
                <w:szCs w:val="18"/>
              </w:rPr>
              <w:t xml:space="preserve">: Hier bitte Hinweise zum </w:t>
            </w:r>
            <w:r>
              <w:rPr>
                <w:sz w:val="18"/>
                <w:szCs w:val="18"/>
              </w:rPr>
              <w:t>gewünschten</w:t>
            </w:r>
            <w:r w:rsidRPr="0059605A">
              <w:rPr>
                <w:sz w:val="18"/>
                <w:szCs w:val="18"/>
              </w:rPr>
              <w:t xml:space="preserve"> Förderort </w:t>
            </w:r>
            <w:r>
              <w:rPr>
                <w:sz w:val="18"/>
                <w:szCs w:val="18"/>
              </w:rPr>
              <w:t>(Schulform, Schule, ggf. Jahrgang) aufnehmen</w:t>
            </w:r>
          </w:p>
        </w:tc>
      </w:tr>
      <w:tr w:rsidR="001C4C8F" w:rsidRPr="003118C2" w:rsidTr="008A3FC3">
        <w:trPr>
          <w:gridAfter w:val="1"/>
          <w:wAfter w:w="68" w:type="dxa"/>
          <w:trHeight w:val="737"/>
        </w:trPr>
        <w:tc>
          <w:tcPr>
            <w:tcW w:w="9747" w:type="dxa"/>
            <w:gridSpan w:val="7"/>
            <w:tcBorders>
              <w:bottom w:val="nil"/>
            </w:tcBorders>
          </w:tcPr>
          <w:p w:rsidR="008A3FC3" w:rsidRPr="00371B14" w:rsidRDefault="001C4C8F" w:rsidP="008A3FC3">
            <w:pPr>
              <w:keepNext/>
              <w:keepLines/>
              <w:rPr>
                <w:sz w:val="20"/>
                <w:szCs w:val="20"/>
              </w:rPr>
            </w:pPr>
            <w:r w:rsidRPr="00A9480F">
              <w:rPr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9480F">
              <w:rPr>
                <w:sz w:val="20"/>
                <w:szCs w:val="20"/>
              </w:rPr>
              <w:instrText xml:space="preserve"> FORMTEXT </w:instrText>
            </w:r>
            <w:r w:rsidRPr="00A9480F">
              <w:rPr>
                <w:sz w:val="20"/>
                <w:szCs w:val="20"/>
              </w:rPr>
            </w:r>
            <w:r w:rsidRPr="00A9480F">
              <w:rPr>
                <w:sz w:val="20"/>
                <w:szCs w:val="20"/>
              </w:rPr>
              <w:fldChar w:fldCharType="separate"/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noProof/>
                <w:sz w:val="20"/>
                <w:szCs w:val="20"/>
              </w:rPr>
              <w:t> </w:t>
            </w:r>
            <w:r w:rsidRPr="00A9480F">
              <w:rPr>
                <w:sz w:val="20"/>
                <w:szCs w:val="20"/>
              </w:rPr>
              <w:fldChar w:fldCharType="end"/>
            </w:r>
          </w:p>
        </w:tc>
      </w:tr>
      <w:tr w:rsidR="008A3FC3" w:rsidRPr="008A3FC3" w:rsidTr="008A3FC3">
        <w:trPr>
          <w:gridAfter w:val="1"/>
          <w:wAfter w:w="68" w:type="dxa"/>
        </w:trPr>
        <w:tc>
          <w:tcPr>
            <w:tcW w:w="9747" w:type="dxa"/>
            <w:gridSpan w:val="7"/>
            <w:tcBorders>
              <w:bottom w:val="nil"/>
            </w:tcBorders>
          </w:tcPr>
          <w:p w:rsidR="008A3FC3" w:rsidRPr="008A3FC3" w:rsidRDefault="008A3FC3" w:rsidP="002C1B3B">
            <w:pPr>
              <w:rPr>
                <w:sz w:val="2"/>
                <w:szCs w:val="2"/>
              </w:rPr>
            </w:pPr>
          </w:p>
        </w:tc>
      </w:tr>
      <w:tr w:rsidR="001C4C8F" w:rsidRPr="003118C2" w:rsidTr="008A3FC3">
        <w:trPr>
          <w:gridAfter w:val="1"/>
          <w:wAfter w:w="68" w:type="dxa"/>
          <w:trHeight w:hRule="exact" w:val="369"/>
        </w:trPr>
        <w:tc>
          <w:tcPr>
            <w:tcW w:w="9747" w:type="dxa"/>
            <w:gridSpan w:val="7"/>
            <w:tcBorders>
              <w:top w:val="nil"/>
              <w:left w:val="nil"/>
              <w:right w:val="nil"/>
            </w:tcBorders>
          </w:tcPr>
          <w:p w:rsidR="001C4C8F" w:rsidRDefault="001C4C8F" w:rsidP="00663425">
            <w:pPr>
              <w:keepNext/>
              <w:keepLines/>
              <w:rPr>
                <w:b/>
              </w:rPr>
            </w:pPr>
            <w:r>
              <w:rPr>
                <w:b/>
              </w:rPr>
              <w:lastRenderedPageBreak/>
              <w:t>8. Fazit</w:t>
            </w:r>
          </w:p>
        </w:tc>
      </w:tr>
      <w:tr w:rsidR="001C4C8F" w:rsidRPr="003118C2" w:rsidTr="00EE18D3">
        <w:trPr>
          <w:trHeight w:val="737"/>
        </w:trPr>
        <w:tc>
          <w:tcPr>
            <w:tcW w:w="9815" w:type="dxa"/>
            <w:gridSpan w:val="8"/>
          </w:tcPr>
          <w:p w:rsidR="001C4C8F" w:rsidRPr="00371B14" w:rsidRDefault="001C4C8F" w:rsidP="00663425">
            <w:pPr>
              <w:keepNext/>
              <w:keepLines/>
              <w:rPr>
                <w:sz w:val="20"/>
                <w:szCs w:val="20"/>
              </w:rPr>
            </w:pPr>
            <w:r w:rsidRPr="00371B14"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71B14">
              <w:rPr>
                <w:sz w:val="20"/>
                <w:szCs w:val="20"/>
              </w:rPr>
              <w:instrText xml:space="preserve"> FORMTEXT </w:instrText>
            </w:r>
            <w:r w:rsidRPr="00371B14">
              <w:rPr>
                <w:sz w:val="20"/>
                <w:szCs w:val="20"/>
              </w:rPr>
            </w:r>
            <w:r w:rsidRPr="00371B14">
              <w:rPr>
                <w:sz w:val="20"/>
                <w:szCs w:val="20"/>
              </w:rPr>
              <w:fldChar w:fldCharType="separate"/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noProof/>
                <w:sz w:val="20"/>
                <w:szCs w:val="20"/>
              </w:rPr>
              <w:t> </w:t>
            </w:r>
            <w:r w:rsidRPr="00371B14">
              <w:rPr>
                <w:sz w:val="20"/>
                <w:szCs w:val="20"/>
              </w:rPr>
              <w:fldChar w:fldCharType="end"/>
            </w:r>
          </w:p>
        </w:tc>
      </w:tr>
      <w:tr w:rsidR="00663425" w:rsidRPr="00663425" w:rsidTr="008A3FC3">
        <w:trPr>
          <w:gridBefore w:val="1"/>
          <w:wBefore w:w="38" w:type="dxa"/>
          <w:trHeight w:val="710"/>
        </w:trPr>
        <w:tc>
          <w:tcPr>
            <w:tcW w:w="9777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:rsidR="00663425" w:rsidRPr="00663425" w:rsidRDefault="00663425" w:rsidP="00E264FE">
            <w:pPr>
              <w:keepNext/>
              <w:keepLines/>
              <w:rPr>
                <w:sz w:val="20"/>
                <w:szCs w:val="20"/>
              </w:rPr>
            </w:pPr>
            <w:r w:rsidRPr="00663425">
              <w:rPr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4" w:name="Text51"/>
            <w:r w:rsidRPr="00663425">
              <w:rPr>
                <w:sz w:val="20"/>
                <w:szCs w:val="20"/>
              </w:rPr>
              <w:instrText xml:space="preserve"> FORMTEXT </w:instrText>
            </w:r>
            <w:r w:rsidRPr="00663425">
              <w:rPr>
                <w:sz w:val="20"/>
                <w:szCs w:val="20"/>
              </w:rPr>
            </w:r>
            <w:r w:rsidRPr="00663425">
              <w:rPr>
                <w:sz w:val="20"/>
                <w:szCs w:val="20"/>
              </w:rPr>
              <w:fldChar w:fldCharType="separate"/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noProof/>
                <w:sz w:val="20"/>
                <w:szCs w:val="20"/>
              </w:rPr>
              <w:t> </w:t>
            </w:r>
            <w:r w:rsidRPr="00663425">
              <w:rPr>
                <w:sz w:val="20"/>
                <w:szCs w:val="20"/>
              </w:rPr>
              <w:fldChar w:fldCharType="end"/>
            </w:r>
            <w:bookmarkEnd w:id="34"/>
          </w:p>
        </w:tc>
      </w:tr>
      <w:tr w:rsidR="001C4C8F" w:rsidTr="00663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4374" w:type="dxa"/>
        </w:trPr>
        <w:tc>
          <w:tcPr>
            <w:tcW w:w="4307" w:type="dxa"/>
            <w:gridSpan w:val="3"/>
            <w:tcBorders>
              <w:top w:val="single" w:sz="4" w:space="0" w:color="auto"/>
            </w:tcBorders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Datum</w:t>
            </w:r>
          </w:p>
        </w:tc>
        <w:tc>
          <w:tcPr>
            <w:tcW w:w="1134" w:type="dxa"/>
            <w:gridSpan w:val="2"/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663425" w:rsidRPr="00663425" w:rsidTr="008A3FC3">
        <w:trPr>
          <w:gridBefore w:val="1"/>
          <w:wBefore w:w="38" w:type="dxa"/>
          <w:trHeight w:val="1670"/>
        </w:trPr>
        <w:tc>
          <w:tcPr>
            <w:tcW w:w="9777" w:type="dxa"/>
            <w:gridSpan w:val="7"/>
            <w:tcBorders>
              <w:top w:val="nil"/>
              <w:left w:val="nil"/>
              <w:right w:val="nil"/>
            </w:tcBorders>
          </w:tcPr>
          <w:p w:rsidR="00663425" w:rsidRPr="00663425" w:rsidRDefault="00663425" w:rsidP="00E264FE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1C4C8F" w:rsidTr="006634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8" w:type="dxa"/>
        </w:trPr>
        <w:tc>
          <w:tcPr>
            <w:tcW w:w="4307" w:type="dxa"/>
            <w:gridSpan w:val="3"/>
            <w:tcBorders>
              <w:top w:val="single" w:sz="4" w:space="0" w:color="auto"/>
            </w:tcBorders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  <w:r w:rsidRPr="00505087">
              <w:rPr>
                <w:sz w:val="16"/>
                <w:szCs w:val="16"/>
              </w:rPr>
              <w:t>Unterschrift Gutachter/in</w:t>
            </w:r>
          </w:p>
        </w:tc>
        <w:tc>
          <w:tcPr>
            <w:tcW w:w="1134" w:type="dxa"/>
            <w:gridSpan w:val="2"/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306" w:type="dxa"/>
            <w:gridSpan w:val="2"/>
            <w:tcBorders>
              <w:top w:val="single" w:sz="4" w:space="0" w:color="auto"/>
            </w:tcBorders>
          </w:tcPr>
          <w:p w:rsidR="001C4C8F" w:rsidRDefault="001C4C8F" w:rsidP="00663425">
            <w:pPr>
              <w:keepNext/>
              <w:keepLines/>
              <w:rPr>
                <w:sz w:val="20"/>
                <w:szCs w:val="20"/>
              </w:rPr>
            </w:pPr>
            <w:r w:rsidRPr="00505087">
              <w:rPr>
                <w:sz w:val="16"/>
                <w:szCs w:val="16"/>
              </w:rPr>
              <w:t>Unterschrift Gutachter/in</w:t>
            </w:r>
          </w:p>
        </w:tc>
      </w:tr>
    </w:tbl>
    <w:p w:rsidR="00F731D9" w:rsidRDefault="00F731D9" w:rsidP="001C4C8F">
      <w:pPr>
        <w:rPr>
          <w:sz w:val="16"/>
          <w:szCs w:val="16"/>
        </w:rPr>
        <w:sectPr w:rsidR="00F731D9" w:rsidSect="00D547B3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680" w:right="851" w:bottom="851" w:left="1418" w:header="567" w:footer="454" w:gutter="0"/>
          <w:cols w:space="708"/>
          <w:titlePg/>
          <w:docGrid w:linePitch="360"/>
        </w:sectPr>
      </w:pPr>
    </w:p>
    <w:p w:rsidR="001A02B9" w:rsidRPr="001A02B9" w:rsidRDefault="001A02B9" w:rsidP="001A02B9">
      <w:pPr>
        <w:tabs>
          <w:tab w:val="left" w:pos="9072"/>
        </w:tabs>
        <w:spacing w:line="480" w:lineRule="auto"/>
        <w:rPr>
          <w:rFonts w:cs="Arial"/>
          <w:b/>
          <w:lang w:eastAsia="de-DE"/>
        </w:rPr>
      </w:pPr>
      <w:r w:rsidRPr="001A02B9">
        <w:rPr>
          <w:rFonts w:cs="Arial"/>
          <w:b/>
          <w:lang w:eastAsia="de-DE"/>
        </w:rPr>
        <w:lastRenderedPageBreak/>
        <w:t>Erklärung der/des Erziehungsberechtigten zum Verfahrensabschluss</w:t>
      </w: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1984"/>
        <w:gridCol w:w="709"/>
        <w:gridCol w:w="709"/>
        <w:gridCol w:w="1039"/>
        <w:gridCol w:w="95"/>
        <w:gridCol w:w="1559"/>
        <w:gridCol w:w="960"/>
        <w:gridCol w:w="458"/>
        <w:gridCol w:w="251"/>
        <w:gridCol w:w="817"/>
        <w:gridCol w:w="780"/>
      </w:tblGrid>
      <w:tr w:rsidR="001A02B9" w:rsidRPr="001A02B9" w:rsidTr="00404340">
        <w:trPr>
          <w:trHeight w:val="363"/>
        </w:trPr>
        <w:tc>
          <w:tcPr>
            <w:tcW w:w="9753" w:type="dxa"/>
            <w:gridSpan w:val="12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Zuständige Schule</w:t>
            </w:r>
          </w:p>
          <w:p w:rsidR="001A02B9" w:rsidRPr="00EF3F7C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Zuständ_Schule </w:instrText>
            </w:r>
            <w:r>
              <w:rPr>
                <w:sz w:val="18"/>
                <w:szCs w:val="18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404340">
        <w:trPr>
          <w:trHeight w:val="363"/>
        </w:trPr>
        <w:tc>
          <w:tcPr>
            <w:tcW w:w="483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Name des Kindes</w:t>
            </w:r>
          </w:p>
          <w:p w:rsidR="001A02B9" w:rsidRPr="00EF3F7C" w:rsidRDefault="00101212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Vorname_Kind </w:instrText>
            </w:r>
            <w:r>
              <w:rPr>
                <w:sz w:val="18"/>
                <w:szCs w:val="18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Nachname_Kind </w:instrText>
            </w:r>
            <w:r>
              <w:rPr>
                <w:sz w:val="18"/>
                <w:szCs w:val="18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Geburtsdatum des Kindes</w:t>
            </w:r>
          </w:p>
          <w:p w:rsidR="001A02B9" w:rsidRPr="00EF3F7C" w:rsidRDefault="006A6FDE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Geburtsdatum_Kind </w:instrText>
            </w:r>
            <w:r>
              <w:rPr>
                <w:sz w:val="18"/>
                <w:szCs w:val="18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2C1B3B">
        <w:trPr>
          <w:trHeight w:hRule="exact" w:val="340"/>
        </w:trPr>
        <w:tc>
          <w:tcPr>
            <w:tcW w:w="9753" w:type="dxa"/>
            <w:gridSpan w:val="12"/>
            <w:tcBorders>
              <w:left w:val="nil"/>
            </w:tcBorders>
            <w:shd w:val="clear" w:color="auto" w:fill="auto"/>
            <w:vAlign w:val="center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b/>
                <w:sz w:val="18"/>
                <w:szCs w:val="18"/>
                <w:lang w:eastAsia="de-DE"/>
              </w:rPr>
              <w:t>Erziehungsberechtigte/r:</w:t>
            </w:r>
          </w:p>
        </w:tc>
      </w:tr>
      <w:tr w:rsidR="001A02B9" w:rsidRPr="001A02B9" w:rsidTr="00404340">
        <w:trPr>
          <w:trHeight w:val="363"/>
        </w:trPr>
        <w:tc>
          <w:tcPr>
            <w:tcW w:w="4833" w:type="dxa"/>
            <w:gridSpan w:val="5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Name/Vorname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 w:rsidRPr="00404340">
              <w:rPr>
                <w:sz w:val="18"/>
                <w:szCs w:val="18"/>
              </w:rPr>
              <w:fldChar w:fldCharType="begin"/>
            </w:r>
            <w:r w:rsidRPr="00404340">
              <w:rPr>
                <w:sz w:val="18"/>
                <w:szCs w:val="18"/>
              </w:rPr>
              <w:instrText xml:space="preserve"> REF Erzie_berecht_1 </w:instrText>
            </w:r>
            <w:r>
              <w:rPr>
                <w:sz w:val="18"/>
                <w:szCs w:val="18"/>
              </w:rPr>
              <w:instrText xml:space="preserve"> \* MERGEFORMAT </w:instrText>
            </w:r>
            <w:r w:rsidRPr="00404340">
              <w:rPr>
                <w:sz w:val="18"/>
                <w:szCs w:val="18"/>
              </w:rPr>
              <w:fldChar w:fldCharType="separate"/>
            </w:r>
            <w:r w:rsidR="002468B3" w:rsidRPr="002468B3">
              <w:rPr>
                <w:noProof/>
                <w:sz w:val="18"/>
                <w:szCs w:val="18"/>
              </w:rPr>
              <w:t xml:space="preserve">     </w:t>
            </w:r>
            <w:r w:rsidRPr="00404340">
              <w:rPr>
                <w:sz w:val="18"/>
                <w:szCs w:val="18"/>
              </w:rPr>
              <w:fldChar w:fldCharType="end"/>
            </w:r>
          </w:p>
        </w:tc>
        <w:tc>
          <w:tcPr>
            <w:tcW w:w="4920" w:type="dxa"/>
            <w:gridSpan w:val="7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Name/Vorname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Erzie_berecht_2 </w:instrText>
            </w:r>
            <w:r>
              <w:rPr>
                <w:sz w:val="18"/>
                <w:szCs w:val="18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404340">
        <w:trPr>
          <w:trHeight w:val="363"/>
        </w:trPr>
        <w:tc>
          <w:tcPr>
            <w:tcW w:w="4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2B9" w:rsidRPr="001A02B9" w:rsidRDefault="00404340" w:rsidP="001A02B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Anschrift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Anschrift_EzBe_1 </w:instrText>
            </w:r>
            <w:r>
              <w:rPr>
                <w:sz w:val="18"/>
                <w:szCs w:val="18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4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2B9" w:rsidRPr="00404340" w:rsidRDefault="00404340" w:rsidP="00404340">
            <w:pPr>
              <w:tabs>
                <w:tab w:val="left" w:pos="1452"/>
              </w:tabs>
              <w:rPr>
                <w:sz w:val="14"/>
                <w:szCs w:val="14"/>
              </w:rPr>
            </w:pPr>
            <w:r w:rsidRPr="00404340">
              <w:rPr>
                <w:sz w:val="14"/>
                <w:szCs w:val="14"/>
                <w:lang w:eastAsia="de-DE"/>
              </w:rPr>
              <w:t>Anschrift</w:t>
            </w:r>
          </w:p>
          <w:p w:rsidR="001A02B9" w:rsidRPr="00404340" w:rsidRDefault="00404340" w:rsidP="001A0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REF Anschrift_ErB_2 </w:instrText>
            </w:r>
            <w:r>
              <w:rPr>
                <w:sz w:val="18"/>
                <w:szCs w:val="18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379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sz w:val="14"/>
                <w:szCs w:val="14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Beratungsgespräch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am </w:t>
            </w:r>
          </w:p>
        </w:tc>
        <w:tc>
          <w:tcPr>
            <w:tcW w:w="5959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7714A6">
        <w:trPr>
          <w:trHeight w:val="363"/>
        </w:trPr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Teilnehmende Gutachter/innen</w:t>
            </w: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7714A6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Gutachter_innen"/>
                  <w:enabled/>
                  <w:calcOnExit/>
                  <w:textInput/>
                </w:ffData>
              </w:fldChar>
            </w:r>
            <w:bookmarkStart w:id="35" w:name="Gutachter_innen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5"/>
          </w:p>
        </w:tc>
      </w:tr>
      <w:tr w:rsidR="001A02B9" w:rsidRPr="001A02B9" w:rsidTr="007714A6">
        <w:trPr>
          <w:trHeight w:val="363"/>
        </w:trPr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Teilnehmende/r Erziehungsberechtigte/r:</w:t>
            </w:r>
          </w:p>
        </w:tc>
        <w:tc>
          <w:tcPr>
            <w:tcW w:w="5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7714A6">
        <w:trPr>
          <w:trHeight w:val="363"/>
        </w:trPr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Teilnehmende/r Übersetzer/in:</w:t>
            </w:r>
          </w:p>
        </w:tc>
        <w:tc>
          <w:tcPr>
            <w:tcW w:w="5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Sonderpädagogischer Unterstützungsbedarf</w:t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Aus Sicht der Gutachter/innen besteht für mein/unser Kind</w:t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4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5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6"/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kein sonderpädagogischer Unterstützungsbedarf.</w:t>
            </w:r>
          </w:p>
        </w:tc>
        <w:tc>
          <w:tcPr>
            <w:tcW w:w="4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</w:p>
        </w:tc>
      </w:tr>
      <w:tr w:rsidR="001A02B9" w:rsidRPr="001A02B9" w:rsidTr="002C1B3B">
        <w:trPr>
          <w:trHeight w:hRule="exact" w:val="363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sonderpädagogischer Unterstützungsbedarf im/in den Bereich/en:</w:t>
            </w:r>
          </w:p>
        </w:tc>
      </w:tr>
      <w:tr w:rsidR="001A02B9" w:rsidRPr="001A02B9" w:rsidTr="002C1B3B">
        <w:trPr>
          <w:gridBefore w:val="1"/>
          <w:wBefore w:w="392" w:type="dxa"/>
          <w:trHeight w:hRule="exact" w:val="363"/>
        </w:trPr>
        <w:tc>
          <w:tcPr>
            <w:tcW w:w="93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ind w:left="340" w:hanging="340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6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7"/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Ich/Wir bin/sind mit dem Vorschlag der Gutachter/innen über den genannten sonderpädagogischen Unter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softHyphen/>
              <w:t>stützungsbedarf einverstanden.</w:t>
            </w:r>
          </w:p>
        </w:tc>
      </w:tr>
      <w:tr w:rsidR="001A02B9" w:rsidRPr="001A02B9" w:rsidTr="002C1B3B">
        <w:trPr>
          <w:trHeight w:hRule="exact" w:val="737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Wunsch der Erziehungsberechtigten zum Förderort</w:t>
            </w:r>
          </w:p>
        </w:tc>
      </w:tr>
      <w:tr w:rsidR="001A02B9" w:rsidRPr="001A02B9" w:rsidTr="002C1B3B">
        <w:trPr>
          <w:trHeight w:hRule="exact" w:val="680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340"/>
              </w:tabs>
              <w:ind w:left="340" w:hanging="340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7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8"/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Ich/Wir wurde/n über das Gemeinsame Lernen und den Besuch einer Förderschule informiert und wünsche/n für mein/unser Kind eine Beschulung</w:t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ind w:right="-108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im Gemeinsamen Lernen der</w:t>
            </w:r>
          </w:p>
        </w:tc>
        <w:tc>
          <w:tcPr>
            <w:tcW w:w="66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an der Förderschule</w:t>
            </w:r>
          </w:p>
        </w:tc>
        <w:tc>
          <w:tcPr>
            <w:tcW w:w="5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t>ab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6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tabs>
                <w:tab w:val="left" w:pos="340"/>
              </w:tabs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An der gewünschten Schule wird bereits ein Geschwisterkind beschult: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9" w:name="Kontrollkästchen3"/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bookmarkEnd w:id="39"/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nein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ind w:right="-108"/>
              <w:rPr>
                <w:sz w:val="20"/>
                <w:szCs w:val="20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ja,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t>Klasse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97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Mir/Uns ist bekannt, dass </w:t>
            </w: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kein</w:t>
            </w:r>
            <w:r w:rsidRPr="001A02B9">
              <w:rPr>
                <w:rFonts w:cs="Arial"/>
                <w:b/>
                <w:color w:val="4F6228" w:themeColor="accent3" w:themeShade="80"/>
                <w:sz w:val="20"/>
                <w:szCs w:val="20"/>
                <w:lang w:eastAsia="de-DE"/>
              </w:rPr>
              <w:t xml:space="preserve"> 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>Rechtsanspruch auf einen Platz an einer konkreten Schule besteht.</w:t>
            </w:r>
          </w:p>
        </w:tc>
      </w:tr>
    </w:tbl>
    <w:p w:rsidR="001A02B9" w:rsidRPr="001A02B9" w:rsidRDefault="001A02B9" w:rsidP="001A02B9">
      <w:pPr>
        <w:jc w:val="both"/>
        <w:rPr>
          <w:rFonts w:cs="Arial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lang w:eastAsia="de-DE"/>
        </w:rPr>
      </w:pPr>
    </w:p>
    <w:p w:rsidR="001A02B9" w:rsidRPr="001A02B9" w:rsidRDefault="001A02B9" w:rsidP="001A02B9">
      <w:pPr>
        <w:spacing w:after="120"/>
        <w:jc w:val="both"/>
        <w:rPr>
          <w:rFonts w:cs="Arial"/>
          <w:b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Hinweis</w:t>
      </w:r>
    </w:p>
    <w:p w:rsidR="001A02B9" w:rsidRPr="001A02B9" w:rsidRDefault="001A02B9" w:rsidP="001A02B9">
      <w:pPr>
        <w:tabs>
          <w:tab w:val="left" w:pos="340"/>
        </w:tabs>
        <w:ind w:left="340" w:hanging="340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Ich/Wir bin/sind informiert, dass die endgültige Entscheidung über den sonderpädagogischen Unter</w:t>
      </w:r>
      <w:r w:rsidRPr="001A02B9">
        <w:rPr>
          <w:rFonts w:cs="Arial"/>
          <w:sz w:val="20"/>
          <w:szCs w:val="20"/>
          <w:lang w:eastAsia="de-DE"/>
        </w:rPr>
        <w:softHyphen/>
        <w:t>stüt</w:t>
      </w:r>
      <w:r w:rsidRPr="001A02B9">
        <w:rPr>
          <w:rFonts w:cs="Arial"/>
          <w:sz w:val="20"/>
          <w:szCs w:val="20"/>
          <w:lang w:eastAsia="de-DE"/>
        </w:rPr>
        <w:softHyphen/>
        <w:t>zungs</w:t>
      </w:r>
      <w:r w:rsidRPr="001A02B9">
        <w:rPr>
          <w:rFonts w:cs="Arial"/>
          <w:sz w:val="20"/>
          <w:szCs w:val="20"/>
          <w:lang w:eastAsia="de-DE"/>
        </w:rPr>
        <w:softHyphen/>
        <w:t>bedarf und den Förderort von der zuständigen Schulaufsicht getroffen wird.</w:t>
      </w:r>
      <w:r w:rsidRPr="001A02B9">
        <w:rPr>
          <w:rFonts w:cs="Arial"/>
          <w:sz w:val="20"/>
          <w:szCs w:val="20"/>
          <w:lang w:eastAsia="de-DE"/>
        </w:rPr>
        <w:br/>
      </w:r>
    </w:p>
    <w:p w:rsidR="001A02B9" w:rsidRPr="001A02B9" w:rsidRDefault="001A02B9" w:rsidP="001A02B9">
      <w:pPr>
        <w:tabs>
          <w:tab w:val="left" w:pos="340"/>
        </w:tabs>
        <w:ind w:left="340" w:hanging="340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 xml:space="preserve">Ich/Wir bin/sind mit dem Vorschlag der GutachterInnen </w:t>
      </w:r>
      <w:r w:rsidRPr="001A02B9">
        <w:rPr>
          <w:rFonts w:cs="Arial"/>
          <w:b/>
          <w:sz w:val="20"/>
          <w:szCs w:val="20"/>
          <w:lang w:eastAsia="de-DE"/>
        </w:rPr>
        <w:t>nicht</w:t>
      </w:r>
      <w:r w:rsidRPr="001A02B9">
        <w:rPr>
          <w:rFonts w:cs="Arial"/>
          <w:sz w:val="20"/>
          <w:szCs w:val="20"/>
          <w:lang w:eastAsia="de-DE"/>
        </w:rPr>
        <w:t xml:space="preserve"> einverstanden und wünsche/n ein Ge</w:t>
      </w:r>
      <w:r w:rsidRPr="001A02B9">
        <w:rPr>
          <w:rFonts w:cs="Arial"/>
          <w:sz w:val="20"/>
          <w:szCs w:val="20"/>
          <w:lang w:eastAsia="de-DE"/>
        </w:rPr>
        <w:softHyphen/>
        <w:t>spräch mit der zuständigen Schulaufsicht.</w:t>
      </w:r>
    </w:p>
    <w:p w:rsidR="001A02B9" w:rsidRPr="001A02B9" w:rsidRDefault="001A02B9" w:rsidP="001A02B9">
      <w:pPr>
        <w:jc w:val="both"/>
        <w:rPr>
          <w:rFonts w:cs="Arial"/>
          <w:sz w:val="20"/>
          <w:szCs w:val="20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20"/>
          <w:szCs w:val="20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20"/>
          <w:szCs w:val="20"/>
          <w:lang w:eastAsia="de-DE"/>
        </w:rPr>
      </w:pPr>
    </w:p>
    <w:tbl>
      <w:tblPr>
        <w:tblStyle w:val="Tabellenraster"/>
        <w:tblW w:w="5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3"/>
      </w:tblGrid>
      <w:tr w:rsidR="001A02B9" w:rsidRPr="001A02B9" w:rsidTr="002C1B3B">
        <w:tc>
          <w:tcPr>
            <w:tcW w:w="5443" w:type="dxa"/>
            <w:tcBorders>
              <w:top w:val="single" w:sz="4" w:space="0" w:color="auto"/>
            </w:tcBorders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rFonts w:cs="Arial"/>
                <w:sz w:val="16"/>
                <w:szCs w:val="16"/>
                <w:lang w:eastAsia="de-DE"/>
              </w:rPr>
              <w:t>Unterschrift des/der Erziehungsberechtigten</w:t>
            </w:r>
          </w:p>
        </w:tc>
      </w:tr>
    </w:tbl>
    <w:p w:rsidR="001A02B9" w:rsidRPr="001A02B9" w:rsidRDefault="001A02B9" w:rsidP="001A02B9">
      <w:pPr>
        <w:tabs>
          <w:tab w:val="left" w:pos="4395"/>
        </w:tabs>
        <w:jc w:val="both"/>
        <w:rPr>
          <w:rFonts w:cs="Arial"/>
          <w:sz w:val="20"/>
          <w:szCs w:val="20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16"/>
          <w:szCs w:val="16"/>
          <w:lang w:eastAsia="de-DE"/>
        </w:rPr>
      </w:pPr>
      <w:r w:rsidRPr="001A02B9">
        <w:rPr>
          <w:rFonts w:cs="Arial"/>
          <w:sz w:val="16"/>
          <w:szCs w:val="16"/>
          <w:lang w:eastAsia="de-DE"/>
        </w:rPr>
        <w:t>Sie können diese Erklärung auch per Post zusenden:</w:t>
      </w:r>
    </w:p>
    <w:p w:rsidR="001A02B9" w:rsidRPr="001A02B9" w:rsidRDefault="001A02B9" w:rsidP="001A02B9">
      <w:pPr>
        <w:jc w:val="both"/>
        <w:rPr>
          <w:rFonts w:cs="Arial"/>
          <w:sz w:val="16"/>
          <w:szCs w:val="16"/>
          <w:lang w:eastAsia="de-DE"/>
        </w:rPr>
      </w:pPr>
    </w:p>
    <w:p w:rsidR="001A02B9" w:rsidRPr="001A02B9" w:rsidRDefault="001A02B9" w:rsidP="001A02B9">
      <w:pPr>
        <w:jc w:val="both"/>
        <w:rPr>
          <w:rFonts w:cs="Arial"/>
          <w:sz w:val="16"/>
          <w:szCs w:val="16"/>
          <w:lang w:eastAsia="de-DE"/>
        </w:rPr>
      </w:pPr>
    </w:p>
    <w:p w:rsidR="001A02B9" w:rsidRPr="00404340" w:rsidRDefault="001A02B9" w:rsidP="001A02B9">
      <w:pPr>
        <w:jc w:val="both"/>
        <w:rPr>
          <w:rFonts w:cs="Arial"/>
          <w:sz w:val="14"/>
          <w:szCs w:val="14"/>
          <w:lang w:eastAsia="de-DE"/>
        </w:rPr>
      </w:pPr>
    </w:p>
    <w:p w:rsidR="001A02B9" w:rsidRPr="00404340" w:rsidRDefault="001A02B9" w:rsidP="001A02B9">
      <w:pPr>
        <w:rPr>
          <w:rFonts w:cs="Arial"/>
          <w:sz w:val="14"/>
          <w:szCs w:val="14"/>
          <w:lang w:eastAsia="de-DE"/>
        </w:rPr>
      </w:pPr>
    </w:p>
    <w:p w:rsidR="001A02B9" w:rsidRPr="00404340" w:rsidRDefault="001A02B9" w:rsidP="001A02B9">
      <w:pPr>
        <w:jc w:val="both"/>
        <w:rPr>
          <w:rFonts w:cs="Arial"/>
          <w:sz w:val="14"/>
          <w:szCs w:val="14"/>
          <w:lang w:eastAsia="de-DE"/>
        </w:rPr>
      </w:pPr>
    </w:p>
    <w:p w:rsidR="001A02B9" w:rsidRPr="00404340" w:rsidRDefault="001A02B9" w:rsidP="001A02B9">
      <w:pPr>
        <w:jc w:val="both"/>
        <w:rPr>
          <w:rFonts w:cs="Arial"/>
          <w:sz w:val="14"/>
          <w:szCs w:val="14"/>
          <w:lang w:eastAsia="de-DE"/>
        </w:rPr>
      </w:pPr>
    </w:p>
    <w:p w:rsidR="001A02B9" w:rsidRPr="001A02B9" w:rsidRDefault="001A02B9" w:rsidP="001A02B9">
      <w:pPr>
        <w:rPr>
          <w:rFonts w:cs="Arial"/>
          <w:sz w:val="18"/>
          <w:szCs w:val="18"/>
          <w:lang w:eastAsia="de-DE"/>
        </w:rPr>
      </w:pPr>
      <w:r w:rsidRPr="001A02B9">
        <w:rPr>
          <w:rFonts w:cs="Arial"/>
          <w:sz w:val="18"/>
          <w:szCs w:val="18"/>
          <w:lang w:eastAsia="de-DE"/>
        </w:rPr>
        <w:t>Stadt Bielefeld</w:t>
      </w:r>
    </w:p>
    <w:p w:rsidR="001A02B9" w:rsidRPr="001A02B9" w:rsidRDefault="001A02B9" w:rsidP="001A02B9">
      <w:pPr>
        <w:rPr>
          <w:rFonts w:cs="Arial"/>
          <w:sz w:val="18"/>
          <w:szCs w:val="18"/>
          <w:lang w:eastAsia="de-DE"/>
        </w:rPr>
      </w:pPr>
      <w:r w:rsidRPr="001A02B9">
        <w:rPr>
          <w:rFonts w:cs="Arial"/>
          <w:sz w:val="18"/>
          <w:szCs w:val="18"/>
          <w:lang w:eastAsia="de-DE"/>
        </w:rPr>
        <w:t>Schulamt für die Stadt Bielefeld</w:t>
      </w:r>
    </w:p>
    <w:p w:rsidR="001A02B9" w:rsidRDefault="001A02B9" w:rsidP="001A02B9">
      <w:pPr>
        <w:rPr>
          <w:rFonts w:cs="Arial"/>
          <w:sz w:val="18"/>
          <w:szCs w:val="18"/>
          <w:lang w:eastAsia="de-DE"/>
        </w:rPr>
      </w:pPr>
      <w:r w:rsidRPr="001A02B9">
        <w:rPr>
          <w:rFonts w:cs="Arial"/>
          <w:sz w:val="18"/>
          <w:szCs w:val="18"/>
          <w:lang w:eastAsia="de-DE"/>
        </w:rPr>
        <w:t>33597 Bielefeld</w:t>
      </w:r>
    </w:p>
    <w:p w:rsidR="001A02B9" w:rsidRDefault="001A02B9" w:rsidP="001A02B9">
      <w:pPr>
        <w:rPr>
          <w:rFonts w:cs="Arial"/>
          <w:sz w:val="4"/>
          <w:szCs w:val="4"/>
          <w:lang w:eastAsia="de-DE"/>
        </w:rPr>
        <w:sectPr w:rsidR="001A02B9" w:rsidSect="002C1B3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680" w:right="851" w:bottom="851" w:left="1418" w:header="567" w:footer="454" w:gutter="0"/>
          <w:cols w:space="708"/>
          <w:titlePg/>
          <w:docGrid w:linePitch="360"/>
        </w:sectPr>
      </w:pPr>
    </w:p>
    <w:p w:rsidR="004D7DB2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0"/>
          <w:lang w:eastAsia="de-DE"/>
        </w:rPr>
      </w:pPr>
      <w:r w:rsidRPr="001A02B9">
        <w:rPr>
          <w:b/>
          <w:sz w:val="24"/>
          <w:szCs w:val="20"/>
          <w:lang w:eastAsia="de-DE"/>
        </w:rPr>
        <w:lastRenderedPageBreak/>
        <w:t xml:space="preserve">Empfehlungen zur Feststellung eines sonderpädagogischen </w:t>
      </w:r>
    </w:p>
    <w:p w:rsidR="001A02B9" w:rsidRPr="001A02B9" w:rsidRDefault="004D7DB2" w:rsidP="001A02B9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0"/>
          <w:lang w:eastAsia="de-DE"/>
        </w:rPr>
      </w:pPr>
      <w:r>
        <w:rPr>
          <w:b/>
          <w:sz w:val="24"/>
          <w:szCs w:val="20"/>
          <w:lang w:eastAsia="de-DE"/>
        </w:rPr>
        <w:t>Unterstützungs</w:t>
      </w:r>
      <w:r w:rsidR="001A02B9" w:rsidRPr="001A02B9">
        <w:rPr>
          <w:b/>
          <w:sz w:val="24"/>
          <w:szCs w:val="20"/>
          <w:lang w:eastAsia="de-DE"/>
        </w:rPr>
        <w:t>bedarfs und zur Entscheidung über den weiteren Schulbesuch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984"/>
      </w:tblGrid>
      <w:tr w:rsidR="001A02B9" w:rsidRPr="001A02B9" w:rsidTr="002C1B3B">
        <w:trPr>
          <w:trHeight w:val="363"/>
        </w:trPr>
        <w:tc>
          <w:tcPr>
            <w:tcW w:w="7763" w:type="dxa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Zuständige Schule</w:t>
            </w:r>
          </w:p>
          <w:p w:rsidR="001A02B9" w:rsidRPr="001A02B9" w:rsidRDefault="007714A6" w:rsidP="001A02B9">
            <w:pPr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14"/>
                <w:szCs w:val="14"/>
              </w:rPr>
              <w:instrText xml:space="preserve"> REF Zuständ_Schule </w:instrText>
            </w:r>
            <w:r>
              <w:rPr>
                <w:sz w:val="20"/>
                <w:szCs w:val="20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1A02B9" w:rsidRPr="001A02B9" w:rsidRDefault="001A02B9" w:rsidP="001A02B9">
            <w:pPr>
              <w:rPr>
                <w:sz w:val="14"/>
                <w:szCs w:val="14"/>
              </w:rPr>
            </w:pPr>
            <w:r w:rsidRPr="001A02B9">
              <w:rPr>
                <w:sz w:val="14"/>
                <w:szCs w:val="14"/>
              </w:rPr>
              <w:t>Datum</w:t>
            </w:r>
          </w:p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sz w:val="20"/>
                <w:szCs w:val="20"/>
              </w:rPr>
              <w:instrText xml:space="preserve"> FORMTEXT </w:instrText>
            </w:r>
            <w:r w:rsidRPr="001A02B9">
              <w:rPr>
                <w:sz w:val="20"/>
                <w:szCs w:val="20"/>
              </w:rPr>
            </w:r>
            <w:r w:rsidRPr="001A02B9">
              <w:rPr>
                <w:sz w:val="20"/>
                <w:szCs w:val="20"/>
              </w:rPr>
              <w:fldChar w:fldCharType="separate"/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noProof/>
                <w:sz w:val="20"/>
                <w:szCs w:val="20"/>
              </w:rPr>
              <w:t> </w:t>
            </w:r>
            <w:r w:rsidRPr="001A02B9">
              <w:rPr>
                <w:sz w:val="20"/>
                <w:szCs w:val="20"/>
              </w:rPr>
              <w:fldChar w:fldCharType="end"/>
            </w:r>
          </w:p>
        </w:tc>
      </w:tr>
    </w:tbl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lang w:eastAsia="de-DE"/>
        </w:rPr>
      </w:pP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 xml:space="preserve">An das 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Schulamt für die Stadt Bielefeld</w:t>
      </w: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- 400.</w:t>
      </w:r>
      <w:r w:rsidR="00DB71C6">
        <w:rPr>
          <w:b/>
          <w:lang w:eastAsia="de-DE"/>
        </w:rPr>
        <w:t>13</w:t>
      </w:r>
      <w:r w:rsidRPr="001A02B9">
        <w:rPr>
          <w:b/>
          <w:lang w:eastAsia="de-DE"/>
        </w:rPr>
        <w:t xml:space="preserve"> -</w:t>
      </w: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sz w:val="16"/>
          <w:szCs w:val="16"/>
          <w:lang w:eastAsia="de-DE"/>
        </w:rPr>
      </w:pPr>
    </w:p>
    <w:p w:rsidR="001A02B9" w:rsidRPr="001A02B9" w:rsidRDefault="001A02B9" w:rsidP="001A02B9">
      <w:pPr>
        <w:tabs>
          <w:tab w:val="left" w:pos="1985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b/>
          <w:sz w:val="28"/>
          <w:szCs w:val="28"/>
          <w:lang w:eastAsia="de-DE"/>
        </w:rPr>
      </w:pPr>
      <w:r w:rsidRPr="001A02B9">
        <w:rPr>
          <w:b/>
          <w:sz w:val="28"/>
          <w:szCs w:val="28"/>
          <w:lang w:eastAsia="de-DE"/>
        </w:rPr>
        <w:t>AO-SF-Verfahren für das Kind: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</w:tblGrid>
      <w:tr w:rsidR="001A02B9" w:rsidRPr="001A02B9" w:rsidTr="002C1B3B">
        <w:trPr>
          <w:trHeight w:hRule="exact"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7714A6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Nachname_Kind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Vorname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7714A6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Vorname_Kind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hRule="exact"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Geburtsdatum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6A6FDE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Geburtsdatum_Kind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2802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t>Name/n der Gutachter/innen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A02B9" w:rsidRPr="001A02B9" w:rsidRDefault="007714A6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Gutachter_innen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rPr>
                <w:noProof/>
                <w:sz w:val="20"/>
                <w:szCs w:val="20"/>
              </w:rPr>
              <w:t xml:space="preserve">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1A02B9" w:rsidRPr="001A02B9" w:rsidRDefault="001A02B9" w:rsidP="001A02B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0"/>
          <w:szCs w:val="20"/>
          <w:lang w:eastAsia="de-DE"/>
        </w:rPr>
      </w:pPr>
      <w:r w:rsidRPr="001A02B9">
        <w:rPr>
          <w:sz w:val="20"/>
          <w:szCs w:val="20"/>
          <w:lang w:eastAsia="de-DE"/>
        </w:rPr>
        <w:t>Beigefügt übersenden wir den o. g. Vorgang incl. des AO-SF-Gutachtens und des Entscheidungsvor</w:t>
      </w:r>
      <w:r w:rsidRPr="001A02B9">
        <w:rPr>
          <w:sz w:val="20"/>
          <w:szCs w:val="20"/>
          <w:lang w:eastAsia="de-DE"/>
        </w:rPr>
        <w:softHyphen/>
        <w:t>schlags.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spacing w:before="160" w:line="360" w:lineRule="auto"/>
        <w:jc w:val="both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Ergebnis: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t>Sonderpädagogischer Unterstützungsbedarf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 xml:space="preserve">liegt </w:t>
      </w:r>
      <w:r w:rsidRPr="001A02B9">
        <w:rPr>
          <w:rFonts w:cs="Arial"/>
          <w:b/>
          <w:sz w:val="20"/>
          <w:szCs w:val="20"/>
          <w:lang w:eastAsia="de-DE"/>
        </w:rPr>
        <w:t>nicht</w:t>
      </w:r>
      <w:r w:rsidRPr="001A02B9">
        <w:rPr>
          <w:rFonts w:cs="Arial"/>
          <w:sz w:val="20"/>
          <w:szCs w:val="20"/>
          <w:lang w:eastAsia="de-DE"/>
        </w:rPr>
        <w:t xml:space="preserve"> vor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lässt sich noch nicht abschließend feststellen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liegt vor.</w:t>
      </w:r>
    </w:p>
    <w:p w:rsidR="001A02B9" w:rsidRPr="001A02B9" w:rsidRDefault="001A02B9" w:rsidP="001A02B9">
      <w:pPr>
        <w:overflowPunct w:val="0"/>
        <w:autoSpaceDE w:val="0"/>
        <w:autoSpaceDN w:val="0"/>
        <w:adjustRightInd w:val="0"/>
        <w:spacing w:before="160" w:line="360" w:lineRule="auto"/>
        <w:textAlignment w:val="baseline"/>
        <w:rPr>
          <w:sz w:val="20"/>
          <w:szCs w:val="20"/>
          <w:lang w:eastAsia="de-DE"/>
        </w:rPr>
      </w:pPr>
      <w:r w:rsidRPr="001A02B9">
        <w:rPr>
          <w:sz w:val="20"/>
          <w:szCs w:val="20"/>
          <w:lang w:eastAsia="de-DE"/>
        </w:rPr>
        <w:t xml:space="preserve">Für den weiteren Schulbesuch wurde folgende </w:t>
      </w:r>
      <w:r w:rsidRPr="001A02B9">
        <w:rPr>
          <w:b/>
          <w:sz w:val="20"/>
          <w:szCs w:val="20"/>
          <w:lang w:eastAsia="de-DE"/>
        </w:rPr>
        <w:t>Empfehlung</w:t>
      </w:r>
      <w:r w:rsidRPr="001A02B9">
        <w:rPr>
          <w:sz w:val="20"/>
          <w:szCs w:val="20"/>
          <w:lang w:eastAsia="de-DE"/>
        </w:rPr>
        <w:t xml:space="preserve"> erarbeitet:</w:t>
      </w:r>
    </w:p>
    <w:p w:rsidR="001A02B9" w:rsidRPr="001A02B9" w:rsidRDefault="001A02B9" w:rsidP="001A02B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60" w:line="360" w:lineRule="auto"/>
        <w:ind w:left="357" w:hanging="357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Förderschwerpunkt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1A02B9" w:rsidRPr="001A02B9" w:rsidTr="002C1B3B">
        <w:trPr>
          <w:trHeight w:val="363"/>
        </w:trPr>
        <w:tc>
          <w:tcPr>
            <w:tcW w:w="3085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  <w:lang w:eastAsia="de-DE"/>
              </w:rPr>
              <w:t>Vorrangiger Förderschwerpunkt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A02B9" w:rsidRPr="001A02B9" w:rsidRDefault="00CD0CED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FSchp_vorr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t xml:space="preserve">                        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3085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  <w:lang w:eastAsia="de-DE"/>
              </w:rPr>
              <w:t>Weiterer Förderschwerpunkt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A02B9" w:rsidRPr="001A02B9" w:rsidRDefault="00CD0CED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FSchp_weiterer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t xml:space="preserve">                        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3085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sz w:val="20"/>
                <w:szCs w:val="20"/>
                <w:lang w:eastAsia="de-DE"/>
              </w:rPr>
              <w:t>Weiterer Förderschwerpunkt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A02B9" w:rsidRPr="001A02B9" w:rsidRDefault="00CD0CED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FSchp_weit_1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t xml:space="preserve">                        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1A02B9" w:rsidRPr="001A02B9" w:rsidRDefault="001A02B9" w:rsidP="001A02B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280" w:line="360" w:lineRule="auto"/>
        <w:ind w:left="357" w:hanging="357"/>
        <w:textAlignment w:val="baseline"/>
        <w:rPr>
          <w:b/>
          <w:lang w:eastAsia="de-DE"/>
        </w:rPr>
      </w:pPr>
      <w:r w:rsidRPr="001A02B9">
        <w:rPr>
          <w:b/>
          <w:lang w:eastAsia="de-DE"/>
        </w:rPr>
        <w:t>Förderort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386"/>
      </w:tblGrid>
      <w:tr w:rsidR="001A02B9" w:rsidRPr="001A02B9" w:rsidTr="002C1B3B">
        <w:trPr>
          <w:trHeight w:val="363"/>
        </w:trPr>
        <w:tc>
          <w:tcPr>
            <w:tcW w:w="4361" w:type="dxa"/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Allgemeine Schule mit GL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1A02B9">
              <w:rPr>
                <w:rFonts w:cs="Arial"/>
                <w:sz w:val="20"/>
                <w:szCs w:val="20"/>
                <w:lang w:eastAsia="de-DE"/>
              </w:rP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4361" w:type="dxa"/>
            <w:shd w:val="clear" w:color="auto" w:fill="auto"/>
            <w:vAlign w:val="center"/>
          </w:tcPr>
          <w:p w:rsidR="001A02B9" w:rsidRPr="001A02B9" w:rsidRDefault="001A02B9" w:rsidP="001A02B9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FORMCHECKBOX </w:instrText>
            </w:r>
            <w:r w:rsidR="008444C1">
              <w:rPr>
                <w:rFonts w:cs="Arial"/>
                <w:sz w:val="20"/>
                <w:szCs w:val="20"/>
                <w:lang w:eastAsia="de-DE"/>
              </w:rPr>
            </w:r>
            <w:r w:rsidR="008444C1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ab/>
              <w:t>Förderschule mit dem Förderschwerpunkt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instrText xml:space="preserve"> FORMTEXT </w:instrText>
            </w:r>
            <w:r w:rsidRPr="001A02B9">
              <w:rPr>
                <w:rFonts w:cs="Arial"/>
                <w:sz w:val="20"/>
                <w:szCs w:val="20"/>
                <w:lang w:eastAsia="de-DE"/>
              </w:rPr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noProof/>
                <w:sz w:val="20"/>
                <w:szCs w:val="20"/>
                <w:lang w:eastAsia="de-DE"/>
              </w:rPr>
              <w:t> 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  <w:tr w:rsidR="001A02B9" w:rsidRPr="001A02B9" w:rsidTr="002C1B3B">
        <w:trPr>
          <w:trHeight w:val="363"/>
        </w:trPr>
        <w:tc>
          <w:tcPr>
            <w:tcW w:w="4361" w:type="dxa"/>
            <w:shd w:val="clear" w:color="auto" w:fill="auto"/>
            <w:vAlign w:val="center"/>
          </w:tcPr>
          <w:p w:rsidR="001A02B9" w:rsidRPr="001A02B9" w:rsidRDefault="001A02B9" w:rsidP="001A02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 w:rsidRPr="001A02B9">
              <w:rPr>
                <w:rFonts w:cs="Arial"/>
                <w:b/>
                <w:sz w:val="20"/>
                <w:szCs w:val="20"/>
                <w:lang w:eastAsia="de-DE"/>
              </w:rPr>
              <w:t>Zusätzliche Sachausstattung</w:t>
            </w:r>
            <w:r w:rsidRPr="001A02B9">
              <w:rPr>
                <w:rFonts w:cs="Arial"/>
                <w:sz w:val="20"/>
                <w:szCs w:val="20"/>
                <w:lang w:eastAsia="de-DE"/>
              </w:rPr>
              <w:t xml:space="preserve"> notwendig?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02B9" w:rsidRPr="001A02B9" w:rsidRDefault="00CD0CED" w:rsidP="00CD0C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20"/>
                <w:szCs w:val="20"/>
                <w:lang w:eastAsia="de-DE"/>
              </w:rPr>
            </w:pPr>
            <w:r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>
              <w:rPr>
                <w:rFonts w:cs="Arial"/>
                <w:sz w:val="20"/>
                <w:szCs w:val="20"/>
                <w:lang w:eastAsia="de-DE"/>
              </w:rPr>
              <w:instrText xml:space="preserve"> REF Zus_Sacha </w:instrTex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>
              <w:t xml:space="preserve">       </w:t>
            </w:r>
            <w:r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  <w:r w:rsidR="001A02B9" w:rsidRPr="001A02B9">
              <w:rPr>
                <w:rFonts w:cs="Arial"/>
                <w:sz w:val="20"/>
                <w:szCs w:val="20"/>
                <w:lang w:eastAsia="de-DE"/>
              </w:rPr>
              <w:t xml:space="preserve">! Wenn Ja, welche?: </w:t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fldChar w:fldCharType="begin"/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instrText xml:space="preserve"> REF Zus_Sacha_welche </w:instrText>
            </w:r>
            <w:r w:rsidR="00522C75" w:rsidRPr="00522C75">
              <w:rPr>
                <w:rFonts w:cs="Arial"/>
                <w:sz w:val="20"/>
                <w:szCs w:val="20"/>
                <w:lang w:eastAsia="de-DE"/>
              </w:rPr>
              <w:instrText xml:space="preserve"> \* MERGEFORMAT </w:instrText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fldChar w:fldCharType="separate"/>
            </w:r>
            <w:r w:rsidR="002468B3" w:rsidRPr="00522C75">
              <w:rPr>
                <w:noProof/>
                <w:sz w:val="20"/>
                <w:szCs w:val="20"/>
              </w:rPr>
              <w:t xml:space="preserve">     </w:t>
            </w:r>
            <w:r w:rsidRPr="00522C75">
              <w:rPr>
                <w:rFonts w:cs="Arial"/>
                <w:sz w:val="20"/>
                <w:szCs w:val="20"/>
                <w:lang w:eastAsia="de-DE"/>
              </w:rPr>
              <w:fldChar w:fldCharType="end"/>
            </w:r>
          </w:p>
        </w:tc>
      </w:tr>
    </w:tbl>
    <w:p w:rsidR="001A02B9" w:rsidRPr="001A02B9" w:rsidRDefault="001A02B9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20"/>
          <w:szCs w:val="20"/>
          <w:lang w:eastAsia="de-DE"/>
        </w:rPr>
      </w:pPr>
    </w:p>
    <w:p w:rsidR="001A02B9" w:rsidRPr="001A02B9" w:rsidRDefault="001A02B9" w:rsidP="001A02B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6D9F1" w:themeFill="text2" w:themeFillTint="33"/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  <w:b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Wunsch der Erziehungsberechtigten</w:t>
      </w:r>
    </w:p>
    <w:p w:rsidR="001A02B9" w:rsidRPr="001A02B9" w:rsidRDefault="001A02B9" w:rsidP="001A02B9">
      <w:pPr>
        <w:numPr>
          <w:ilvl w:val="0"/>
          <w:numId w:val="2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6D9F1" w:themeFill="text2" w:themeFillTint="33"/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Allgemeine Schule mit GL</w:t>
      </w:r>
      <w:r w:rsidRPr="001A02B9">
        <w:rPr>
          <w:rFonts w:cs="Arial"/>
          <w:sz w:val="20"/>
          <w:szCs w:val="20"/>
          <w:lang w:eastAsia="de-DE"/>
        </w:rPr>
        <w:t xml:space="preserve">: </w:t>
      </w: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40" w:name="Text62"/>
      <w:r w:rsidRPr="001A02B9">
        <w:rPr>
          <w:rFonts w:cs="Arial"/>
          <w:sz w:val="20"/>
          <w:szCs w:val="20"/>
          <w:lang w:eastAsia="de-DE"/>
        </w:rPr>
        <w:instrText xml:space="preserve"> FORMTEXT </w:instrText>
      </w:r>
      <w:r w:rsidRPr="001A02B9">
        <w:rPr>
          <w:rFonts w:cs="Arial"/>
          <w:sz w:val="20"/>
          <w:szCs w:val="20"/>
          <w:lang w:eastAsia="de-DE"/>
        </w:rPr>
      </w:r>
      <w:r w:rsidRPr="001A02B9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sz w:val="20"/>
          <w:szCs w:val="20"/>
          <w:lang w:eastAsia="de-DE"/>
        </w:rPr>
        <w:fldChar w:fldCharType="end"/>
      </w:r>
      <w:bookmarkEnd w:id="40"/>
    </w:p>
    <w:p w:rsidR="001A02B9" w:rsidRPr="001A02B9" w:rsidRDefault="001A02B9" w:rsidP="001A02B9">
      <w:pPr>
        <w:numPr>
          <w:ilvl w:val="0"/>
          <w:numId w:val="2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6D9F1" w:themeFill="text2" w:themeFillTint="33"/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>Förderschule</w:t>
      </w:r>
      <w:r w:rsidRPr="001A02B9">
        <w:rPr>
          <w:rFonts w:cs="Arial"/>
          <w:sz w:val="20"/>
          <w:szCs w:val="20"/>
          <w:lang w:eastAsia="de-DE"/>
        </w:rPr>
        <w:t xml:space="preserve">: </w:t>
      </w: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41" w:name="Text63"/>
      <w:r w:rsidRPr="001A02B9">
        <w:rPr>
          <w:rFonts w:cs="Arial"/>
          <w:sz w:val="20"/>
          <w:szCs w:val="20"/>
          <w:lang w:eastAsia="de-DE"/>
        </w:rPr>
        <w:instrText xml:space="preserve"> FORMTEXT </w:instrText>
      </w:r>
      <w:r w:rsidRPr="001A02B9">
        <w:rPr>
          <w:rFonts w:cs="Arial"/>
          <w:sz w:val="20"/>
          <w:szCs w:val="20"/>
          <w:lang w:eastAsia="de-DE"/>
        </w:rPr>
      </w:r>
      <w:r w:rsidRPr="001A02B9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noProof/>
          <w:sz w:val="20"/>
          <w:szCs w:val="20"/>
          <w:lang w:eastAsia="de-DE"/>
        </w:rPr>
        <w:t> </w:t>
      </w:r>
      <w:r w:rsidRPr="001A02B9">
        <w:rPr>
          <w:rFonts w:cs="Arial"/>
          <w:sz w:val="20"/>
          <w:szCs w:val="20"/>
          <w:lang w:eastAsia="de-DE"/>
        </w:rPr>
        <w:fldChar w:fldCharType="end"/>
      </w:r>
      <w:bookmarkEnd w:id="41"/>
    </w:p>
    <w:p w:rsidR="001A02B9" w:rsidRPr="001A02B9" w:rsidRDefault="001A02B9" w:rsidP="001A02B9">
      <w:pPr>
        <w:tabs>
          <w:tab w:val="left" w:pos="567"/>
          <w:tab w:val="left" w:pos="1134"/>
          <w:tab w:val="left" w:pos="4536"/>
        </w:tabs>
        <w:overflowPunct w:val="0"/>
        <w:autoSpaceDE w:val="0"/>
        <w:autoSpaceDN w:val="0"/>
        <w:adjustRightInd w:val="0"/>
        <w:spacing w:before="200" w:line="360" w:lineRule="auto"/>
        <w:textAlignment w:val="baseline"/>
        <w:rPr>
          <w:rFonts w:cs="Arial"/>
          <w:b/>
          <w:sz w:val="20"/>
          <w:szCs w:val="20"/>
          <w:lang w:eastAsia="de-DE"/>
        </w:rPr>
      </w:pPr>
      <w:r w:rsidRPr="001A02B9">
        <w:rPr>
          <w:rFonts w:cs="Arial"/>
          <w:b/>
          <w:sz w:val="20"/>
          <w:szCs w:val="20"/>
          <w:lang w:eastAsia="de-DE"/>
        </w:rPr>
        <w:t xml:space="preserve">Übereinstimmung mit den Erziehungsberechtigten </w:t>
      </w:r>
    </w:p>
    <w:p w:rsidR="001A02B9" w:rsidRPr="001A02B9" w:rsidRDefault="001A02B9" w:rsidP="001A02B9">
      <w:pPr>
        <w:tabs>
          <w:tab w:val="left" w:pos="426"/>
          <w:tab w:val="left" w:pos="851"/>
          <w:tab w:val="left" w:pos="2835"/>
          <w:tab w:val="left" w:pos="326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wurde erzielt.</w:t>
      </w:r>
      <w:r w:rsidRPr="001A02B9">
        <w:rPr>
          <w:rFonts w:cs="Arial"/>
          <w:sz w:val="20"/>
          <w:szCs w:val="20"/>
          <w:lang w:eastAsia="de-DE"/>
        </w:rPr>
        <w:tab/>
      </w: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 xml:space="preserve">wurde </w:t>
      </w:r>
      <w:r w:rsidRPr="001A02B9">
        <w:rPr>
          <w:rFonts w:cs="Arial"/>
          <w:b/>
          <w:sz w:val="20"/>
          <w:szCs w:val="20"/>
          <w:lang w:eastAsia="de-DE"/>
        </w:rPr>
        <w:t>nicht</w:t>
      </w:r>
      <w:r w:rsidRPr="001A02B9">
        <w:rPr>
          <w:rFonts w:cs="Arial"/>
          <w:sz w:val="20"/>
          <w:szCs w:val="20"/>
          <w:lang w:eastAsia="de-DE"/>
        </w:rPr>
        <w:t xml:space="preserve"> erzielt.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20"/>
          <w:szCs w:val="20"/>
          <w:lang w:eastAsia="de-DE"/>
        </w:rPr>
      </w:pPr>
      <w:r w:rsidRPr="001A02B9">
        <w:rPr>
          <w:rFonts w:cs="Arial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2B9">
        <w:rPr>
          <w:rFonts w:cs="Arial"/>
          <w:sz w:val="20"/>
          <w:szCs w:val="20"/>
          <w:lang w:eastAsia="de-DE"/>
        </w:rPr>
        <w:instrText xml:space="preserve"> FORMCHECKBOX </w:instrText>
      </w:r>
      <w:r w:rsidR="008444C1">
        <w:rPr>
          <w:rFonts w:cs="Arial"/>
          <w:sz w:val="20"/>
          <w:szCs w:val="20"/>
          <w:lang w:eastAsia="de-DE"/>
        </w:rPr>
      </w:r>
      <w:r w:rsidR="008444C1">
        <w:rPr>
          <w:rFonts w:cs="Arial"/>
          <w:sz w:val="20"/>
          <w:szCs w:val="20"/>
          <w:lang w:eastAsia="de-DE"/>
        </w:rPr>
        <w:fldChar w:fldCharType="separate"/>
      </w:r>
      <w:r w:rsidRPr="001A02B9">
        <w:rPr>
          <w:rFonts w:cs="Arial"/>
          <w:sz w:val="20"/>
          <w:szCs w:val="20"/>
          <w:lang w:eastAsia="de-DE"/>
        </w:rPr>
        <w:fldChar w:fldCharType="end"/>
      </w:r>
      <w:r w:rsidRPr="001A02B9">
        <w:rPr>
          <w:rFonts w:cs="Arial"/>
          <w:sz w:val="20"/>
          <w:szCs w:val="20"/>
          <w:lang w:eastAsia="de-DE"/>
        </w:rPr>
        <w:tab/>
        <w:t>Die Erziehungsberechtigten erschienen nicht zu den angebotenen Gesprächsterminen</w:t>
      </w:r>
    </w:p>
    <w:p w:rsidR="001A02B9" w:rsidRPr="001A02B9" w:rsidRDefault="001A02B9" w:rsidP="001A02B9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1A02B9">
      <w:pPr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1A02B9">
      <w:pPr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p w:rsidR="001A02B9" w:rsidRPr="001A02B9" w:rsidRDefault="001A02B9" w:rsidP="001A02B9">
      <w:pPr>
        <w:tabs>
          <w:tab w:val="left" w:pos="1617"/>
        </w:tabs>
        <w:overflowPunct w:val="0"/>
        <w:autoSpaceDE w:val="0"/>
        <w:autoSpaceDN w:val="0"/>
        <w:adjustRightInd w:val="0"/>
        <w:textAlignment w:val="baseline"/>
        <w:rPr>
          <w:rFonts w:cs="Arial"/>
          <w:sz w:val="18"/>
          <w:szCs w:val="18"/>
          <w:lang w:eastAsia="de-DE"/>
        </w:rPr>
      </w:pPr>
    </w:p>
    <w:tbl>
      <w:tblPr>
        <w:tblStyle w:val="Tabellenraster1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1134"/>
        <w:gridCol w:w="4309"/>
      </w:tblGrid>
      <w:tr w:rsidR="001A02B9" w:rsidRPr="001A02B9" w:rsidTr="002C1B3B">
        <w:tc>
          <w:tcPr>
            <w:tcW w:w="4309" w:type="dxa"/>
            <w:tcBorders>
              <w:top w:val="single" w:sz="4" w:space="0" w:color="auto"/>
            </w:tcBorders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16"/>
                <w:szCs w:val="16"/>
              </w:rPr>
              <w:t xml:space="preserve">Unterschrift </w:t>
            </w:r>
            <w:r w:rsidRPr="001A02B9">
              <w:rPr>
                <w:sz w:val="16"/>
                <w:szCs w:val="16"/>
                <w:lang w:eastAsia="de-DE"/>
              </w:rPr>
              <w:t>Lehrkraft der zuständigen Schule</w:t>
            </w:r>
          </w:p>
        </w:tc>
        <w:tc>
          <w:tcPr>
            <w:tcW w:w="1134" w:type="dxa"/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</w:tcBorders>
          </w:tcPr>
          <w:p w:rsidR="001A02B9" w:rsidRPr="001A02B9" w:rsidRDefault="001A02B9" w:rsidP="001A02B9">
            <w:pPr>
              <w:rPr>
                <w:sz w:val="20"/>
                <w:szCs w:val="20"/>
              </w:rPr>
            </w:pPr>
            <w:r w:rsidRPr="001A02B9">
              <w:rPr>
                <w:sz w:val="16"/>
                <w:szCs w:val="16"/>
              </w:rPr>
              <w:t xml:space="preserve">Unterschrift </w:t>
            </w:r>
            <w:r w:rsidRPr="001A02B9">
              <w:rPr>
                <w:sz w:val="16"/>
                <w:szCs w:val="16"/>
                <w:lang w:eastAsia="de-DE"/>
              </w:rPr>
              <w:t>Förderschullehrkraft</w:t>
            </w:r>
          </w:p>
        </w:tc>
      </w:tr>
    </w:tbl>
    <w:p w:rsidR="001A02B9" w:rsidRPr="001A02B9" w:rsidRDefault="001A02B9" w:rsidP="001A02B9">
      <w:pPr>
        <w:tabs>
          <w:tab w:val="left" w:pos="5812"/>
        </w:tabs>
        <w:overflowPunct w:val="0"/>
        <w:autoSpaceDE w:val="0"/>
        <w:autoSpaceDN w:val="0"/>
        <w:adjustRightInd w:val="0"/>
        <w:textAlignment w:val="baseline"/>
        <w:rPr>
          <w:sz w:val="4"/>
          <w:szCs w:val="4"/>
          <w:lang w:eastAsia="de-DE"/>
        </w:rPr>
      </w:pPr>
    </w:p>
    <w:p w:rsidR="001A02B9" w:rsidRPr="001A02B9" w:rsidRDefault="001A02B9" w:rsidP="001A02B9">
      <w:pPr>
        <w:rPr>
          <w:rFonts w:cs="Arial"/>
          <w:sz w:val="4"/>
          <w:szCs w:val="4"/>
          <w:lang w:eastAsia="de-DE"/>
        </w:rPr>
      </w:pPr>
    </w:p>
    <w:sectPr w:rsidR="001A02B9" w:rsidRPr="001A02B9" w:rsidSect="002C1B3B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680" w:right="851" w:bottom="851" w:left="1418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0D7" w:rsidRDefault="00CA00D7" w:rsidP="009A1BD1">
      <w:pPr>
        <w:pStyle w:val="Kopfzeile"/>
      </w:pPr>
      <w:r>
        <w:separator/>
      </w:r>
    </w:p>
  </w:endnote>
  <w:endnote w:type="continuationSeparator" w:id="0">
    <w:p w:rsidR="00CA00D7" w:rsidRDefault="00CA00D7" w:rsidP="009A1BD1">
      <w:pPr>
        <w:pStyle w:val="Kopfzei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Default="008444C1" w:rsidP="004E7EF7">
    <w:pPr>
      <w:pStyle w:val="Fuzeile"/>
      <w:ind w:right="360"/>
    </w:pPr>
    <w:r w:rsidRPr="00D547B3">
      <w:rPr>
        <w:sz w:val="18"/>
        <w:szCs w:val="18"/>
      </w:rPr>
      <w:t xml:space="preserve">Seite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PAGE</w:instrText>
    </w:r>
    <w:r w:rsidRPr="00D547B3">
      <w:rPr>
        <w:b/>
        <w:bCs/>
        <w:sz w:val="18"/>
        <w:szCs w:val="18"/>
      </w:rPr>
      <w:fldChar w:fldCharType="separate"/>
    </w:r>
    <w:r w:rsidR="0013758F">
      <w:rPr>
        <w:b/>
        <w:bCs/>
        <w:noProof/>
        <w:sz w:val="18"/>
        <w:szCs w:val="18"/>
      </w:rPr>
      <w:t>2</w:t>
    </w:r>
    <w:r w:rsidRPr="00D547B3">
      <w:rPr>
        <w:b/>
        <w:bCs/>
        <w:sz w:val="18"/>
        <w:szCs w:val="18"/>
      </w:rPr>
      <w:fldChar w:fldCharType="end"/>
    </w:r>
    <w:r w:rsidRPr="00D547B3">
      <w:rPr>
        <w:sz w:val="18"/>
        <w:szCs w:val="18"/>
      </w:rPr>
      <w:t xml:space="preserve"> von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NUMPAGES</w:instrText>
    </w:r>
    <w:r w:rsidRPr="00D547B3">
      <w:rPr>
        <w:b/>
        <w:bCs/>
        <w:sz w:val="18"/>
        <w:szCs w:val="18"/>
      </w:rPr>
      <w:fldChar w:fldCharType="separate"/>
    </w:r>
    <w:r w:rsidR="0013758F">
      <w:rPr>
        <w:b/>
        <w:bCs/>
        <w:noProof/>
        <w:sz w:val="18"/>
        <w:szCs w:val="18"/>
      </w:rPr>
      <w:t>5</w:t>
    </w:r>
    <w:r w:rsidRPr="00D547B3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Default="008444C1" w:rsidP="00EE18D3">
    <w:pPr>
      <w:pStyle w:val="Fuzeile"/>
      <w:ind w:right="360"/>
      <w:jc w:val="right"/>
    </w:pPr>
    <w:r w:rsidRPr="00D547B3">
      <w:rPr>
        <w:sz w:val="18"/>
        <w:szCs w:val="18"/>
      </w:rPr>
      <w:t xml:space="preserve">Seite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PAGE</w:instrText>
    </w:r>
    <w:r w:rsidRPr="00D547B3">
      <w:rPr>
        <w:b/>
        <w:bCs/>
        <w:sz w:val="18"/>
        <w:szCs w:val="18"/>
      </w:rPr>
      <w:fldChar w:fldCharType="separate"/>
    </w:r>
    <w:r w:rsidR="0013758F">
      <w:rPr>
        <w:b/>
        <w:bCs/>
        <w:noProof/>
        <w:sz w:val="18"/>
        <w:szCs w:val="18"/>
      </w:rPr>
      <w:t>3</w:t>
    </w:r>
    <w:r w:rsidRPr="00D547B3">
      <w:rPr>
        <w:b/>
        <w:bCs/>
        <w:sz w:val="18"/>
        <w:szCs w:val="18"/>
      </w:rPr>
      <w:fldChar w:fldCharType="end"/>
    </w:r>
    <w:r w:rsidRPr="00D547B3">
      <w:rPr>
        <w:sz w:val="18"/>
        <w:szCs w:val="18"/>
      </w:rPr>
      <w:t xml:space="preserve"> von </w:t>
    </w:r>
    <w:r w:rsidRPr="00D547B3">
      <w:rPr>
        <w:b/>
        <w:bCs/>
        <w:sz w:val="18"/>
        <w:szCs w:val="18"/>
      </w:rPr>
      <w:fldChar w:fldCharType="begin"/>
    </w:r>
    <w:r w:rsidRPr="00D547B3">
      <w:rPr>
        <w:b/>
        <w:bCs/>
        <w:sz w:val="18"/>
        <w:szCs w:val="18"/>
      </w:rPr>
      <w:instrText>NUMPAGES</w:instrText>
    </w:r>
    <w:r w:rsidRPr="00D547B3">
      <w:rPr>
        <w:b/>
        <w:bCs/>
        <w:sz w:val="18"/>
        <w:szCs w:val="18"/>
      </w:rPr>
      <w:fldChar w:fldCharType="separate"/>
    </w:r>
    <w:r w:rsidR="0013758F">
      <w:rPr>
        <w:b/>
        <w:bCs/>
        <w:noProof/>
        <w:sz w:val="18"/>
        <w:szCs w:val="18"/>
      </w:rPr>
      <w:t>5</w:t>
    </w:r>
    <w:r w:rsidRPr="00D547B3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12449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444C1" w:rsidRPr="0013758F" w:rsidRDefault="008444C1" w:rsidP="00D547B3">
            <w:pPr>
              <w:pStyle w:val="Fuzeile"/>
              <w:tabs>
                <w:tab w:val="clear" w:pos="4536"/>
                <w:tab w:val="clear" w:pos="9072"/>
                <w:tab w:val="right" w:pos="9639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400/FB 7_7.1_8_AO-SF_Gutachten, Schuljahr </w:t>
            </w:r>
            <w:r w:rsidRPr="0013758F">
              <w:rPr>
                <w:sz w:val="14"/>
                <w:szCs w:val="14"/>
              </w:rPr>
              <w:t>202</w:t>
            </w:r>
            <w:r w:rsidR="0013758F">
              <w:rPr>
                <w:sz w:val="14"/>
                <w:szCs w:val="14"/>
              </w:rPr>
              <w:t>4</w:t>
            </w:r>
            <w:r w:rsidRPr="0013758F">
              <w:rPr>
                <w:sz w:val="14"/>
                <w:szCs w:val="14"/>
              </w:rPr>
              <w:t>/2</w:t>
            </w:r>
            <w:r w:rsidR="0013758F">
              <w:rPr>
                <w:sz w:val="14"/>
                <w:szCs w:val="14"/>
              </w:rPr>
              <w:t>5</w:t>
            </w:r>
            <w:r w:rsidRPr="0013758F">
              <w:rPr>
                <w:sz w:val="14"/>
                <w:szCs w:val="14"/>
              </w:rPr>
              <w:t xml:space="preserve">       0</w:t>
            </w:r>
            <w:r w:rsidR="0013758F">
              <w:rPr>
                <w:sz w:val="14"/>
                <w:szCs w:val="14"/>
              </w:rPr>
              <w:t>7</w:t>
            </w:r>
            <w:r w:rsidRPr="0013758F">
              <w:rPr>
                <w:sz w:val="14"/>
                <w:szCs w:val="14"/>
              </w:rPr>
              <w:t>.2</w:t>
            </w:r>
            <w:r w:rsidR="0013758F">
              <w:rPr>
                <w:sz w:val="14"/>
                <w:szCs w:val="14"/>
              </w:rPr>
              <w:t>4</w:t>
            </w:r>
            <w:r w:rsidRPr="0013758F">
              <w:rPr>
                <w:sz w:val="14"/>
                <w:szCs w:val="14"/>
              </w:rPr>
              <w:t>**</w:t>
            </w:r>
            <w:r>
              <w:tab/>
            </w:r>
            <w:r w:rsidRPr="00D547B3">
              <w:rPr>
                <w:sz w:val="18"/>
                <w:szCs w:val="18"/>
              </w:rPr>
              <w:t xml:space="preserve">Seite </w:t>
            </w:r>
            <w:r w:rsidRPr="00D547B3">
              <w:rPr>
                <w:b/>
                <w:bCs/>
                <w:sz w:val="18"/>
                <w:szCs w:val="18"/>
              </w:rPr>
              <w:fldChar w:fldCharType="begin"/>
            </w:r>
            <w:r w:rsidRPr="00D547B3">
              <w:rPr>
                <w:b/>
                <w:bCs/>
                <w:sz w:val="18"/>
                <w:szCs w:val="18"/>
              </w:rPr>
              <w:instrText>PAGE</w:instrText>
            </w:r>
            <w:r w:rsidRPr="00D547B3">
              <w:rPr>
                <w:b/>
                <w:bCs/>
                <w:sz w:val="18"/>
                <w:szCs w:val="18"/>
              </w:rPr>
              <w:fldChar w:fldCharType="separate"/>
            </w:r>
            <w:r w:rsidR="0013758F">
              <w:rPr>
                <w:b/>
                <w:bCs/>
                <w:noProof/>
                <w:sz w:val="18"/>
                <w:szCs w:val="18"/>
              </w:rPr>
              <w:t>1</w:t>
            </w:r>
            <w:r w:rsidRPr="00D547B3">
              <w:rPr>
                <w:b/>
                <w:bCs/>
                <w:sz w:val="18"/>
                <w:szCs w:val="18"/>
              </w:rPr>
              <w:fldChar w:fldCharType="end"/>
            </w:r>
            <w:r w:rsidRPr="00D547B3">
              <w:rPr>
                <w:sz w:val="18"/>
                <w:szCs w:val="18"/>
              </w:rPr>
              <w:t xml:space="preserve"> von </w:t>
            </w:r>
            <w:r w:rsidRPr="00D547B3">
              <w:rPr>
                <w:b/>
                <w:bCs/>
                <w:sz w:val="18"/>
                <w:szCs w:val="18"/>
              </w:rPr>
              <w:fldChar w:fldCharType="begin"/>
            </w:r>
            <w:r w:rsidRPr="00D547B3">
              <w:rPr>
                <w:b/>
                <w:bCs/>
                <w:sz w:val="18"/>
                <w:szCs w:val="18"/>
              </w:rPr>
              <w:instrText>NUMPAGES</w:instrText>
            </w:r>
            <w:r w:rsidRPr="00D547B3">
              <w:rPr>
                <w:b/>
                <w:bCs/>
                <w:sz w:val="18"/>
                <w:szCs w:val="18"/>
              </w:rPr>
              <w:fldChar w:fldCharType="separate"/>
            </w:r>
            <w:r w:rsidR="0013758F">
              <w:rPr>
                <w:b/>
                <w:bCs/>
                <w:noProof/>
                <w:sz w:val="18"/>
                <w:szCs w:val="18"/>
              </w:rPr>
              <w:t>5</w:t>
            </w:r>
            <w:r w:rsidRPr="00D547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Pr="008D734D" w:rsidRDefault="008444C1">
    <w:pPr>
      <w:pStyle w:val="Fuzeile"/>
      <w:rPr>
        <w:rFonts w:cs="Arial"/>
        <w:sz w:val="16"/>
        <w:szCs w:val="16"/>
      </w:rPr>
    </w:pPr>
    <w:r>
      <w:rPr>
        <w:rFonts w:cs="Arial"/>
        <w:sz w:val="16"/>
        <w:szCs w:val="16"/>
      </w:rPr>
      <w:t>FB 7.1_AO_SF_Elternerklärung_Verfahrensabschluss, Schuljahr 2018/19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0705242"/>
      <w:docPartObj>
        <w:docPartGallery w:val="Page Numbers (Bottom of Page)"/>
        <w:docPartUnique/>
      </w:docPartObj>
    </w:sdtPr>
    <w:sdtEndPr/>
    <w:sdtContent>
      <w:sdt>
        <w:sdtPr>
          <w:id w:val="2067679784"/>
          <w:docPartObj>
            <w:docPartGallery w:val="Page Numbers (Top of Page)"/>
            <w:docPartUnique/>
          </w:docPartObj>
        </w:sdtPr>
        <w:sdtEndPr/>
        <w:sdtContent>
          <w:p w:rsidR="008444C1" w:rsidRPr="00BA72B7" w:rsidRDefault="008444C1" w:rsidP="002C1B3B">
            <w:pPr>
              <w:tabs>
                <w:tab w:val="right" w:pos="9639"/>
              </w:tabs>
              <w:jc w:val="right"/>
            </w:pPr>
            <w:r w:rsidRPr="00BA72B7">
              <w:rPr>
                <w:sz w:val="14"/>
                <w:szCs w:val="14"/>
              </w:rPr>
              <w:t>400/FB 7</w:t>
            </w:r>
            <w:r>
              <w:rPr>
                <w:sz w:val="14"/>
                <w:szCs w:val="14"/>
              </w:rPr>
              <w:t>.1</w:t>
            </w:r>
            <w:r w:rsidRPr="00BA72B7">
              <w:rPr>
                <w:sz w:val="14"/>
                <w:szCs w:val="14"/>
              </w:rPr>
              <w:t xml:space="preserve"> AO-SF </w:t>
            </w:r>
            <w:r>
              <w:rPr>
                <w:sz w:val="14"/>
                <w:szCs w:val="14"/>
              </w:rPr>
              <w:t xml:space="preserve">Elternerklärung Verfahrensabschluss Schuljahr </w:t>
            </w:r>
            <w:r w:rsidRPr="0013758F">
              <w:rPr>
                <w:sz w:val="14"/>
                <w:szCs w:val="14"/>
              </w:rPr>
              <w:t>202</w:t>
            </w:r>
            <w:r w:rsidR="0013758F">
              <w:rPr>
                <w:sz w:val="14"/>
                <w:szCs w:val="14"/>
              </w:rPr>
              <w:t>4</w:t>
            </w:r>
            <w:r w:rsidRPr="0013758F">
              <w:rPr>
                <w:sz w:val="14"/>
                <w:szCs w:val="14"/>
              </w:rPr>
              <w:t>/2</w:t>
            </w:r>
            <w:r w:rsidR="0013758F">
              <w:rPr>
                <w:sz w:val="14"/>
                <w:szCs w:val="14"/>
              </w:rPr>
              <w:t>5</w:t>
            </w:r>
            <w:r w:rsidRPr="0013758F">
              <w:rPr>
                <w:sz w:val="14"/>
                <w:szCs w:val="14"/>
              </w:rPr>
              <w:t xml:space="preserve">       0</w:t>
            </w:r>
            <w:r w:rsidR="0013758F">
              <w:rPr>
                <w:sz w:val="14"/>
                <w:szCs w:val="14"/>
              </w:rPr>
              <w:t>7</w:t>
            </w:r>
            <w:r w:rsidRPr="0013758F">
              <w:rPr>
                <w:sz w:val="14"/>
                <w:szCs w:val="14"/>
              </w:rPr>
              <w:t>.2</w:t>
            </w:r>
            <w:r w:rsidR="0013758F">
              <w:rPr>
                <w:sz w:val="14"/>
                <w:szCs w:val="14"/>
              </w:rPr>
              <w:t>4</w:t>
            </w:r>
            <w:r w:rsidRPr="0013758F">
              <w:rPr>
                <w:sz w:val="14"/>
                <w:szCs w:val="14"/>
              </w:rPr>
              <w:t>**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Pr="002149CD" w:rsidRDefault="008444C1">
    <w:pPr>
      <w:pStyle w:val="Fuzeile"/>
      <w:rPr>
        <w:rFonts w:cs="Arial"/>
        <w:sz w:val="16"/>
        <w:szCs w:val="16"/>
      </w:rPr>
    </w:pPr>
    <w:r w:rsidRPr="002149CD">
      <w:rPr>
        <w:rFonts w:cs="Arial"/>
        <w:sz w:val="16"/>
        <w:szCs w:val="16"/>
      </w:rPr>
      <w:t>FB 8_AO_SF_Entscheidungsvorschlag_Abgabe an Schulamt</w:t>
    </w:r>
    <w:r>
      <w:rPr>
        <w:rFonts w:cs="Arial"/>
        <w:sz w:val="16"/>
        <w:szCs w:val="16"/>
      </w:rPr>
      <w:t>, Schuljahr 2018/19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956013"/>
      <w:docPartObj>
        <w:docPartGallery w:val="Page Numbers (Bottom of Page)"/>
        <w:docPartUnique/>
      </w:docPartObj>
    </w:sdtPr>
    <w:sdtContent>
      <w:sdt>
        <w:sdtPr>
          <w:id w:val="246925147"/>
          <w:docPartObj>
            <w:docPartGallery w:val="Page Numbers (Top of Page)"/>
            <w:docPartUnique/>
          </w:docPartObj>
        </w:sdtPr>
        <w:sdtContent>
          <w:p w:rsidR="008444C1" w:rsidRPr="00EC7AE5" w:rsidRDefault="008444C1" w:rsidP="002C1B3B">
            <w:pPr>
              <w:tabs>
                <w:tab w:val="right" w:pos="9639"/>
              </w:tabs>
            </w:pPr>
            <w:r>
              <w:rPr>
                <w:sz w:val="14"/>
                <w:szCs w:val="14"/>
              </w:rPr>
              <w:t>400/FB 8</w:t>
            </w:r>
            <w:r w:rsidRPr="00EC7AE5">
              <w:rPr>
                <w:sz w:val="14"/>
                <w:szCs w:val="14"/>
              </w:rPr>
              <w:t xml:space="preserve"> AO-SF </w:t>
            </w:r>
            <w:r>
              <w:rPr>
                <w:sz w:val="14"/>
                <w:szCs w:val="14"/>
              </w:rPr>
              <w:t>Entscheidungsvorschlag</w:t>
            </w:r>
            <w:r w:rsidRPr="00650D6F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Schuljahr </w:t>
            </w:r>
            <w:r w:rsidRPr="0013758F">
              <w:rPr>
                <w:sz w:val="14"/>
                <w:szCs w:val="14"/>
              </w:rPr>
              <w:t>202</w:t>
            </w:r>
            <w:r w:rsidR="0013758F">
              <w:rPr>
                <w:sz w:val="14"/>
                <w:szCs w:val="14"/>
              </w:rPr>
              <w:t>4</w:t>
            </w:r>
            <w:r w:rsidRPr="0013758F">
              <w:rPr>
                <w:sz w:val="14"/>
                <w:szCs w:val="14"/>
              </w:rPr>
              <w:t>/2</w:t>
            </w:r>
            <w:r w:rsidR="0013758F">
              <w:rPr>
                <w:sz w:val="14"/>
                <w:szCs w:val="14"/>
              </w:rPr>
              <w:t>5</w:t>
            </w:r>
            <w:r w:rsidRPr="0013758F">
              <w:rPr>
                <w:sz w:val="14"/>
                <w:szCs w:val="14"/>
              </w:rPr>
              <w:t xml:space="preserve">       0</w:t>
            </w:r>
            <w:r w:rsidR="0013758F">
              <w:rPr>
                <w:sz w:val="14"/>
                <w:szCs w:val="14"/>
              </w:rPr>
              <w:t>7</w:t>
            </w:r>
            <w:r w:rsidRPr="0013758F">
              <w:rPr>
                <w:sz w:val="14"/>
                <w:szCs w:val="14"/>
              </w:rPr>
              <w:t>.2</w:t>
            </w:r>
            <w:r w:rsidR="0013758F">
              <w:rPr>
                <w:sz w:val="14"/>
                <w:szCs w:val="14"/>
              </w:rPr>
              <w:t>4</w:t>
            </w:r>
            <w:r w:rsidRPr="0013758F">
              <w:rPr>
                <w:sz w:val="14"/>
                <w:szCs w:val="14"/>
              </w:rPr>
              <w:t>**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0D7" w:rsidRDefault="00CA00D7" w:rsidP="009A1BD1">
      <w:pPr>
        <w:pStyle w:val="Kopfzeile"/>
      </w:pPr>
      <w:r>
        <w:separator/>
      </w:r>
    </w:p>
  </w:footnote>
  <w:footnote w:type="continuationSeparator" w:id="0">
    <w:p w:rsidR="00CA00D7" w:rsidRDefault="00CA00D7" w:rsidP="009A1BD1">
      <w:pPr>
        <w:pStyle w:val="Kopfzei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Pr="00D547B3" w:rsidRDefault="008444C1" w:rsidP="005C2AB7">
    <w:pPr>
      <w:pStyle w:val="Kopfzeile"/>
      <w:jc w:val="right"/>
      <w:rPr>
        <w:b/>
      </w:rPr>
    </w:pPr>
    <w:r w:rsidRPr="00D547B3">
      <w:rPr>
        <w:b/>
      </w:rPr>
      <w:t>Formblatt 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Pr="00F017D1" w:rsidRDefault="008444C1">
    <w:pPr>
      <w:pStyle w:val="Kopfzeile"/>
      <w:rPr>
        <w:rFonts w:cs="Arial"/>
        <w:b/>
      </w:rPr>
    </w:pPr>
    <w:r w:rsidRPr="00F017D1">
      <w:rPr>
        <w:rFonts w:cs="Arial"/>
        <w:b/>
      </w:rPr>
      <w:t>Formblatt 7.1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Pr="00BA72B7" w:rsidRDefault="008444C1" w:rsidP="002C1B3B">
    <w:pPr>
      <w:tabs>
        <w:tab w:val="center" w:pos="4536"/>
        <w:tab w:val="right" w:pos="9072"/>
      </w:tabs>
      <w:jc w:val="right"/>
      <w:rPr>
        <w:b/>
      </w:rPr>
    </w:pPr>
    <w:r w:rsidRPr="00BA72B7">
      <w:rPr>
        <w:b/>
      </w:rPr>
      <w:t>Formblatt 7</w:t>
    </w:r>
    <w:r>
      <w:rPr>
        <w:b/>
      </w:rPr>
      <w:t>.1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Pr="00620E5A" w:rsidRDefault="008444C1">
    <w:pPr>
      <w:pStyle w:val="Kopfzeile"/>
      <w:rPr>
        <w:rFonts w:cs="Arial"/>
        <w:b/>
      </w:rPr>
    </w:pPr>
    <w:r w:rsidRPr="00620E5A">
      <w:rPr>
        <w:rFonts w:cs="Arial"/>
        <w:b/>
      </w:rPr>
      <w:t>Formblatt 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C1" w:rsidRPr="00E70E0F" w:rsidRDefault="008444C1" w:rsidP="002C1B3B">
    <w:pPr>
      <w:tabs>
        <w:tab w:val="center" w:pos="4536"/>
        <w:tab w:val="right" w:pos="9072"/>
      </w:tabs>
      <w:jc w:val="right"/>
      <w:rPr>
        <w:b/>
      </w:rPr>
    </w:pPr>
    <w:r w:rsidRPr="00E70E0F">
      <w:rPr>
        <w:b/>
      </w:rPr>
      <w:t>F</w:t>
    </w:r>
    <w:r>
      <w:rPr>
        <w:b/>
      </w:rPr>
      <w:t>ormblatt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87F47"/>
    <w:multiLevelType w:val="hybridMultilevel"/>
    <w:tmpl w:val="42A417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23954"/>
    <w:multiLevelType w:val="hybridMultilevel"/>
    <w:tmpl w:val="A4A4C78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B3"/>
    <w:rsid w:val="0000214F"/>
    <w:rsid w:val="00002A59"/>
    <w:rsid w:val="00015CAB"/>
    <w:rsid w:val="0002270D"/>
    <w:rsid w:val="000378C3"/>
    <w:rsid w:val="0005452C"/>
    <w:rsid w:val="00055AA6"/>
    <w:rsid w:val="00073A4F"/>
    <w:rsid w:val="00076431"/>
    <w:rsid w:val="000A3529"/>
    <w:rsid w:val="000A4745"/>
    <w:rsid w:val="000A5EB1"/>
    <w:rsid w:val="000B1943"/>
    <w:rsid w:val="000C0A6C"/>
    <w:rsid w:val="000D1D7A"/>
    <w:rsid w:val="000F2AE6"/>
    <w:rsid w:val="000F63C8"/>
    <w:rsid w:val="00101212"/>
    <w:rsid w:val="00110D7B"/>
    <w:rsid w:val="001213AF"/>
    <w:rsid w:val="00122534"/>
    <w:rsid w:val="001329FD"/>
    <w:rsid w:val="00133E67"/>
    <w:rsid w:val="0013758F"/>
    <w:rsid w:val="001433F0"/>
    <w:rsid w:val="00161010"/>
    <w:rsid w:val="00170620"/>
    <w:rsid w:val="00170EFC"/>
    <w:rsid w:val="0017571F"/>
    <w:rsid w:val="001779AC"/>
    <w:rsid w:val="00195C8A"/>
    <w:rsid w:val="0019780C"/>
    <w:rsid w:val="001A02B9"/>
    <w:rsid w:val="001A5873"/>
    <w:rsid w:val="001B1433"/>
    <w:rsid w:val="001B2C99"/>
    <w:rsid w:val="001C26A8"/>
    <w:rsid w:val="001C4963"/>
    <w:rsid w:val="001C4C8F"/>
    <w:rsid w:val="001D5AAE"/>
    <w:rsid w:val="001F381A"/>
    <w:rsid w:val="001F49BF"/>
    <w:rsid w:val="001F6AEE"/>
    <w:rsid w:val="00214FBC"/>
    <w:rsid w:val="00221B38"/>
    <w:rsid w:val="00241EBB"/>
    <w:rsid w:val="00244661"/>
    <w:rsid w:val="002466A0"/>
    <w:rsid w:val="0024687B"/>
    <w:rsid w:val="002468B3"/>
    <w:rsid w:val="0025778C"/>
    <w:rsid w:val="002611BA"/>
    <w:rsid w:val="00263AFD"/>
    <w:rsid w:val="0026572D"/>
    <w:rsid w:val="00271013"/>
    <w:rsid w:val="00271E52"/>
    <w:rsid w:val="00275A13"/>
    <w:rsid w:val="00286AAD"/>
    <w:rsid w:val="002A0088"/>
    <w:rsid w:val="002A286F"/>
    <w:rsid w:val="002B5163"/>
    <w:rsid w:val="002B5439"/>
    <w:rsid w:val="002C00AA"/>
    <w:rsid w:val="002C1B3B"/>
    <w:rsid w:val="002F091B"/>
    <w:rsid w:val="00307600"/>
    <w:rsid w:val="003118C2"/>
    <w:rsid w:val="00354A7C"/>
    <w:rsid w:val="003573AC"/>
    <w:rsid w:val="00360194"/>
    <w:rsid w:val="00371501"/>
    <w:rsid w:val="00371B14"/>
    <w:rsid w:val="00375FC3"/>
    <w:rsid w:val="0037653D"/>
    <w:rsid w:val="0038034E"/>
    <w:rsid w:val="00384C69"/>
    <w:rsid w:val="003909B6"/>
    <w:rsid w:val="003B3648"/>
    <w:rsid w:val="003D7453"/>
    <w:rsid w:val="003E0FB1"/>
    <w:rsid w:val="003E7A76"/>
    <w:rsid w:val="003F0133"/>
    <w:rsid w:val="003F018F"/>
    <w:rsid w:val="00404340"/>
    <w:rsid w:val="004156CB"/>
    <w:rsid w:val="00442034"/>
    <w:rsid w:val="004511FA"/>
    <w:rsid w:val="00453596"/>
    <w:rsid w:val="00456882"/>
    <w:rsid w:val="004741DB"/>
    <w:rsid w:val="004755B9"/>
    <w:rsid w:val="004B3C7F"/>
    <w:rsid w:val="004D734E"/>
    <w:rsid w:val="004D7DB2"/>
    <w:rsid w:val="004E0E57"/>
    <w:rsid w:val="004E7EF7"/>
    <w:rsid w:val="004F074D"/>
    <w:rsid w:val="004F48EC"/>
    <w:rsid w:val="005031EC"/>
    <w:rsid w:val="00505087"/>
    <w:rsid w:val="005074CE"/>
    <w:rsid w:val="00522C69"/>
    <w:rsid w:val="00522C75"/>
    <w:rsid w:val="00531CB3"/>
    <w:rsid w:val="00545858"/>
    <w:rsid w:val="00546E5E"/>
    <w:rsid w:val="00554DEA"/>
    <w:rsid w:val="00560D63"/>
    <w:rsid w:val="00564960"/>
    <w:rsid w:val="005734F9"/>
    <w:rsid w:val="0057580F"/>
    <w:rsid w:val="00577B7A"/>
    <w:rsid w:val="0059241C"/>
    <w:rsid w:val="0059605A"/>
    <w:rsid w:val="005B620A"/>
    <w:rsid w:val="005C2AB7"/>
    <w:rsid w:val="005D399F"/>
    <w:rsid w:val="005E600C"/>
    <w:rsid w:val="005F78CB"/>
    <w:rsid w:val="00623BFF"/>
    <w:rsid w:val="006451D2"/>
    <w:rsid w:val="00650D6F"/>
    <w:rsid w:val="006517AF"/>
    <w:rsid w:val="00663425"/>
    <w:rsid w:val="0068788B"/>
    <w:rsid w:val="006A6FDE"/>
    <w:rsid w:val="006B389E"/>
    <w:rsid w:val="006C4209"/>
    <w:rsid w:val="006D0A70"/>
    <w:rsid w:val="006E3FB2"/>
    <w:rsid w:val="006F2B15"/>
    <w:rsid w:val="006F5EE2"/>
    <w:rsid w:val="006F6478"/>
    <w:rsid w:val="0071123B"/>
    <w:rsid w:val="00712459"/>
    <w:rsid w:val="0072398E"/>
    <w:rsid w:val="00730559"/>
    <w:rsid w:val="00730FB7"/>
    <w:rsid w:val="00736001"/>
    <w:rsid w:val="00752402"/>
    <w:rsid w:val="007542D9"/>
    <w:rsid w:val="007714A6"/>
    <w:rsid w:val="00776252"/>
    <w:rsid w:val="00782218"/>
    <w:rsid w:val="007921D2"/>
    <w:rsid w:val="007B437F"/>
    <w:rsid w:val="007C3FB7"/>
    <w:rsid w:val="007C7ECA"/>
    <w:rsid w:val="007D7100"/>
    <w:rsid w:val="007F7A68"/>
    <w:rsid w:val="008444C1"/>
    <w:rsid w:val="00855836"/>
    <w:rsid w:val="008A0183"/>
    <w:rsid w:val="008A3FC3"/>
    <w:rsid w:val="008C0E55"/>
    <w:rsid w:val="008D280A"/>
    <w:rsid w:val="008D31DB"/>
    <w:rsid w:val="008D4F11"/>
    <w:rsid w:val="008E2D67"/>
    <w:rsid w:val="008F2AD0"/>
    <w:rsid w:val="00915791"/>
    <w:rsid w:val="00932E24"/>
    <w:rsid w:val="00944EE0"/>
    <w:rsid w:val="00947CE3"/>
    <w:rsid w:val="00954AEF"/>
    <w:rsid w:val="009651FE"/>
    <w:rsid w:val="00976BC3"/>
    <w:rsid w:val="00984F69"/>
    <w:rsid w:val="00986CB7"/>
    <w:rsid w:val="009A131D"/>
    <w:rsid w:val="009A1BD1"/>
    <w:rsid w:val="009A702C"/>
    <w:rsid w:val="009B5985"/>
    <w:rsid w:val="009B7F98"/>
    <w:rsid w:val="009E3ADA"/>
    <w:rsid w:val="009E7BF5"/>
    <w:rsid w:val="009F4823"/>
    <w:rsid w:val="00A0134C"/>
    <w:rsid w:val="00A40324"/>
    <w:rsid w:val="00A44C3C"/>
    <w:rsid w:val="00A74614"/>
    <w:rsid w:val="00A80D35"/>
    <w:rsid w:val="00A9480F"/>
    <w:rsid w:val="00A9555A"/>
    <w:rsid w:val="00A97E96"/>
    <w:rsid w:val="00AD46D9"/>
    <w:rsid w:val="00AF1A74"/>
    <w:rsid w:val="00AF5361"/>
    <w:rsid w:val="00B10ADF"/>
    <w:rsid w:val="00B13499"/>
    <w:rsid w:val="00B16D91"/>
    <w:rsid w:val="00B207C6"/>
    <w:rsid w:val="00B25FC9"/>
    <w:rsid w:val="00B312B7"/>
    <w:rsid w:val="00B346DC"/>
    <w:rsid w:val="00B43349"/>
    <w:rsid w:val="00B44C92"/>
    <w:rsid w:val="00B53413"/>
    <w:rsid w:val="00B535C5"/>
    <w:rsid w:val="00B55AA6"/>
    <w:rsid w:val="00B82AEF"/>
    <w:rsid w:val="00B973FF"/>
    <w:rsid w:val="00BA7192"/>
    <w:rsid w:val="00BB2874"/>
    <w:rsid w:val="00BD6BD3"/>
    <w:rsid w:val="00BD722F"/>
    <w:rsid w:val="00BF45E4"/>
    <w:rsid w:val="00C003A2"/>
    <w:rsid w:val="00C01FFF"/>
    <w:rsid w:val="00C1176C"/>
    <w:rsid w:val="00C131BF"/>
    <w:rsid w:val="00C202E4"/>
    <w:rsid w:val="00C223BD"/>
    <w:rsid w:val="00C235A4"/>
    <w:rsid w:val="00C25FE0"/>
    <w:rsid w:val="00C26947"/>
    <w:rsid w:val="00C32AB8"/>
    <w:rsid w:val="00C40CD2"/>
    <w:rsid w:val="00C43B40"/>
    <w:rsid w:val="00C67A00"/>
    <w:rsid w:val="00C93022"/>
    <w:rsid w:val="00CA00D7"/>
    <w:rsid w:val="00CC7F42"/>
    <w:rsid w:val="00CD0CED"/>
    <w:rsid w:val="00CE073A"/>
    <w:rsid w:val="00CF7485"/>
    <w:rsid w:val="00D1420E"/>
    <w:rsid w:val="00D16BFB"/>
    <w:rsid w:val="00D266AA"/>
    <w:rsid w:val="00D35728"/>
    <w:rsid w:val="00D510E5"/>
    <w:rsid w:val="00D547B3"/>
    <w:rsid w:val="00D7047C"/>
    <w:rsid w:val="00D82418"/>
    <w:rsid w:val="00D864EA"/>
    <w:rsid w:val="00DA00C8"/>
    <w:rsid w:val="00DB17FA"/>
    <w:rsid w:val="00DB71C6"/>
    <w:rsid w:val="00DC16A9"/>
    <w:rsid w:val="00DC7F4C"/>
    <w:rsid w:val="00DD6265"/>
    <w:rsid w:val="00E12159"/>
    <w:rsid w:val="00E20947"/>
    <w:rsid w:val="00E264FE"/>
    <w:rsid w:val="00E3732C"/>
    <w:rsid w:val="00E40B58"/>
    <w:rsid w:val="00E46142"/>
    <w:rsid w:val="00E505A4"/>
    <w:rsid w:val="00E538C0"/>
    <w:rsid w:val="00E61BD5"/>
    <w:rsid w:val="00E71D27"/>
    <w:rsid w:val="00EA1BFB"/>
    <w:rsid w:val="00EA20DF"/>
    <w:rsid w:val="00EB5263"/>
    <w:rsid w:val="00EC1038"/>
    <w:rsid w:val="00EC4717"/>
    <w:rsid w:val="00EC512A"/>
    <w:rsid w:val="00ED32FE"/>
    <w:rsid w:val="00ED4266"/>
    <w:rsid w:val="00EE18D3"/>
    <w:rsid w:val="00EE7410"/>
    <w:rsid w:val="00EF3F7C"/>
    <w:rsid w:val="00F0794C"/>
    <w:rsid w:val="00F121B9"/>
    <w:rsid w:val="00F20BB5"/>
    <w:rsid w:val="00F21AA1"/>
    <w:rsid w:val="00F21BF9"/>
    <w:rsid w:val="00F44318"/>
    <w:rsid w:val="00F52D2E"/>
    <w:rsid w:val="00F662E9"/>
    <w:rsid w:val="00F731D9"/>
    <w:rsid w:val="00F73D8C"/>
    <w:rsid w:val="00F934E7"/>
    <w:rsid w:val="00FA0DF0"/>
    <w:rsid w:val="00FA141A"/>
    <w:rsid w:val="00FB54B4"/>
    <w:rsid w:val="00FB73AD"/>
    <w:rsid w:val="00FE0187"/>
    <w:rsid w:val="00FE629B"/>
    <w:rsid w:val="00FF0E1A"/>
    <w:rsid w:val="00FF1AD3"/>
    <w:rsid w:val="00F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BA679A"/>
  <w15:docId w15:val="{772D5598-483D-496B-9071-8A4B002B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E7E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4E7EF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E7EF7"/>
  </w:style>
  <w:style w:type="table" w:styleId="Tabellenraster">
    <w:name w:val="Table Grid"/>
    <w:basedOn w:val="NormaleTabelle"/>
    <w:rsid w:val="004E7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D547B3"/>
    <w:rPr>
      <w:rFonts w:ascii="Arial" w:hAnsi="Arial"/>
      <w:sz w:val="22"/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rsid w:val="001A0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6A6FD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6F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chulanf&#228;nger\FB%207_7.1_8_AO_SF_Gutachten_komple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34E39-3400-4E5B-9477-0155269E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 7_7.1_8_AO_SF_Gutachten_komplett.dotx</Template>
  <TotalTime>0</TotalTime>
  <Pages>5</Pages>
  <Words>1151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AO-SF-Verfahren</vt:lpstr>
    </vt:vector>
  </TitlesOfParts>
  <Company>S. Bielefeld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AO-SF-Verfahren</dc:title>
  <dc:creator>Bolat, Derya (400.13)</dc:creator>
  <cp:lastModifiedBy>Bolat, Derya (400.13)</cp:lastModifiedBy>
  <cp:revision>2</cp:revision>
  <cp:lastPrinted>2023-06-30T06:50:00Z</cp:lastPrinted>
  <dcterms:created xsi:type="dcterms:W3CDTF">2024-07-18T06:24:00Z</dcterms:created>
  <dcterms:modified xsi:type="dcterms:W3CDTF">2024-07-18T07:19:00Z</dcterms:modified>
</cp:coreProperties>
</file>